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AE025" w14:textId="1B65D4DE" w:rsidR="001455A6" w:rsidRPr="001455A6" w:rsidRDefault="00997F14" w:rsidP="001455A6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792F45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6842" w:rsidRPr="001C6842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2BD5A477" w14:textId="77777777" w:rsidR="001455A6" w:rsidRPr="001455A6" w:rsidRDefault="001455A6" w:rsidP="001455A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455A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E132579" w14:textId="33E3D189" w:rsidR="001455A6" w:rsidRPr="001455A6" w:rsidRDefault="001C6842" w:rsidP="001455A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7F916E4B" w14:textId="77777777" w:rsidR="001455A6" w:rsidRPr="001455A6" w:rsidRDefault="001455A6" w:rsidP="001455A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455A6">
        <w:rPr>
          <w:rFonts w:ascii="Corbel" w:hAnsi="Corbel"/>
          <w:i/>
          <w:sz w:val="20"/>
          <w:szCs w:val="20"/>
          <w:lang w:eastAsia="ar-SA"/>
        </w:rPr>
        <w:t>(skrajne daty</w:t>
      </w:r>
      <w:r w:rsidRPr="001455A6">
        <w:rPr>
          <w:rFonts w:ascii="Corbel" w:hAnsi="Corbel"/>
          <w:sz w:val="20"/>
          <w:szCs w:val="20"/>
          <w:lang w:eastAsia="ar-SA"/>
        </w:rPr>
        <w:t>)</w:t>
      </w:r>
    </w:p>
    <w:p w14:paraId="30215879" w14:textId="2478C1C6" w:rsidR="001455A6" w:rsidRPr="001455A6" w:rsidRDefault="001C6842" w:rsidP="001455A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2027/2028</w:t>
      </w:r>
    </w:p>
    <w:p w14:paraId="1FBD804F" w14:textId="77777777" w:rsidR="001455A6" w:rsidRDefault="001455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A0CF" w14:textId="0A4BF9DE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26C92" w14:textId="77777777" w:rsidTr="4792F45A">
        <w:tc>
          <w:tcPr>
            <w:tcW w:w="2694" w:type="dxa"/>
            <w:vAlign w:val="center"/>
          </w:tcPr>
          <w:p w14:paraId="633CFD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C637AB" w14:textId="77777777" w:rsidR="0085747A" w:rsidRPr="00D422F7" w:rsidRDefault="00EC4FB5" w:rsidP="0E24FC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2F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A120F" w:rsidRPr="00D422F7">
              <w:rPr>
                <w:rFonts w:ascii="Corbel" w:hAnsi="Corbel"/>
                <w:b w:val="0"/>
                <w:sz w:val="24"/>
                <w:szCs w:val="24"/>
              </w:rPr>
              <w:t>olicja administracyjna</w:t>
            </w:r>
          </w:p>
        </w:tc>
      </w:tr>
      <w:tr w:rsidR="0085747A" w:rsidRPr="009C54AE" w14:paraId="10889DB3" w14:textId="77777777" w:rsidTr="4792F45A">
        <w:tc>
          <w:tcPr>
            <w:tcW w:w="2694" w:type="dxa"/>
            <w:vAlign w:val="center"/>
          </w:tcPr>
          <w:p w14:paraId="451BE1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7AC44" w14:textId="77777777" w:rsidR="0085747A" w:rsidRPr="009C54AE" w:rsidRDefault="007F70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ASO62</w:t>
            </w:r>
          </w:p>
        </w:tc>
      </w:tr>
      <w:tr w:rsidR="0085747A" w:rsidRPr="009C54AE" w14:paraId="35A242F9" w14:textId="77777777" w:rsidTr="4792F45A">
        <w:tc>
          <w:tcPr>
            <w:tcW w:w="2694" w:type="dxa"/>
            <w:vAlign w:val="center"/>
          </w:tcPr>
          <w:p w14:paraId="64168C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0D9F3A" w14:textId="399FD18F" w:rsidR="0085747A" w:rsidRPr="009C54AE" w:rsidRDefault="001C6842" w:rsidP="0E24FC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842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70BC0B8B" w14:textId="77777777" w:rsidTr="4792F45A">
        <w:tc>
          <w:tcPr>
            <w:tcW w:w="2694" w:type="dxa"/>
            <w:vAlign w:val="center"/>
          </w:tcPr>
          <w:p w14:paraId="2CF008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7759C8" w14:textId="2E15AB47" w:rsidR="0085747A" w:rsidRPr="009C54AE" w:rsidRDefault="001C6842" w:rsidP="4792F45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C6842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3C343D65" w14:textId="77777777" w:rsidTr="4792F45A">
        <w:tc>
          <w:tcPr>
            <w:tcW w:w="2694" w:type="dxa"/>
            <w:vAlign w:val="center"/>
          </w:tcPr>
          <w:p w14:paraId="7913D5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E10973" w14:textId="77777777" w:rsidR="0085747A" w:rsidRPr="009C54AE" w:rsidRDefault="00CA1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7BF6419B" w14:textId="77777777" w:rsidTr="4792F45A">
        <w:tc>
          <w:tcPr>
            <w:tcW w:w="2694" w:type="dxa"/>
            <w:vAlign w:val="center"/>
          </w:tcPr>
          <w:p w14:paraId="3B2423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730791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D993916" w14:textId="77777777" w:rsidTr="4792F45A">
        <w:tc>
          <w:tcPr>
            <w:tcW w:w="2694" w:type="dxa"/>
            <w:vAlign w:val="center"/>
          </w:tcPr>
          <w:p w14:paraId="313FC1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FB394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5E9F340" w14:textId="77777777" w:rsidTr="4792F45A">
        <w:tc>
          <w:tcPr>
            <w:tcW w:w="2694" w:type="dxa"/>
            <w:vAlign w:val="center"/>
          </w:tcPr>
          <w:p w14:paraId="2A2FF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68BB66" w14:textId="1E0F9DD4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2F7">
              <w:rPr>
                <w:rFonts w:ascii="Corbel" w:hAnsi="Corbel"/>
                <w:b w:val="0"/>
                <w:sz w:val="24"/>
                <w:szCs w:val="24"/>
              </w:rPr>
              <w:t xml:space="preserve">tudia </w:t>
            </w:r>
            <w:r w:rsidR="007B2DC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422F7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88D5A25" w14:textId="77777777" w:rsidTr="4792F45A">
        <w:tc>
          <w:tcPr>
            <w:tcW w:w="2694" w:type="dxa"/>
            <w:vAlign w:val="center"/>
          </w:tcPr>
          <w:p w14:paraId="7B25A4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2E7D64" w14:textId="193B033D" w:rsidR="0085747A" w:rsidRPr="009C54AE" w:rsidRDefault="00D422F7" w:rsidP="0E24FC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C4FB5" w:rsidRPr="0E24FCB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F70AA" w:rsidRPr="0E24FCB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00514255" w14:textId="77777777" w:rsidTr="4792F45A">
        <w:tc>
          <w:tcPr>
            <w:tcW w:w="2694" w:type="dxa"/>
            <w:vAlign w:val="center"/>
          </w:tcPr>
          <w:p w14:paraId="31C7F7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7AAD25" w14:textId="77777777" w:rsidR="0085747A" w:rsidRPr="009C54AE" w:rsidRDefault="00CA1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7DCAC58" w14:textId="77777777" w:rsidTr="4792F45A">
        <w:tc>
          <w:tcPr>
            <w:tcW w:w="2694" w:type="dxa"/>
            <w:vAlign w:val="center"/>
          </w:tcPr>
          <w:p w14:paraId="486A5A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2BF181" w14:textId="77777777" w:rsidR="00923D7D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4C8C" w14:textId="77777777" w:rsidTr="4792F45A">
        <w:tc>
          <w:tcPr>
            <w:tcW w:w="2694" w:type="dxa"/>
            <w:vAlign w:val="center"/>
          </w:tcPr>
          <w:p w14:paraId="27CC74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A1059D" w14:textId="662EED1C" w:rsidR="0085747A" w:rsidRPr="009C54AE" w:rsidRDefault="00D422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2F7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1F1FCF" w:rsidRPr="009C54AE" w14:paraId="5DC9BD3C" w14:textId="77777777" w:rsidTr="4792F45A">
        <w:tc>
          <w:tcPr>
            <w:tcW w:w="2694" w:type="dxa"/>
            <w:vAlign w:val="center"/>
          </w:tcPr>
          <w:p w14:paraId="6CC28201" w14:textId="77777777" w:rsidR="001F1FCF" w:rsidRPr="009C54AE" w:rsidRDefault="001F1FCF" w:rsidP="001F1F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256D2" w14:textId="2491CB4B" w:rsidR="001F1FCF" w:rsidRPr="009C54AE" w:rsidRDefault="001F1FCF" w:rsidP="001F1F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14:paraId="1F6D85E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792F45A">
        <w:rPr>
          <w:rFonts w:ascii="Corbel" w:hAnsi="Corbel"/>
          <w:sz w:val="24"/>
          <w:szCs w:val="24"/>
        </w:rPr>
        <w:t xml:space="preserve">* </w:t>
      </w:r>
      <w:r w:rsidRPr="4792F45A">
        <w:rPr>
          <w:rFonts w:ascii="Corbel" w:hAnsi="Corbel"/>
          <w:i/>
          <w:iCs/>
          <w:sz w:val="24"/>
          <w:szCs w:val="24"/>
        </w:rPr>
        <w:t>-</w:t>
      </w:r>
      <w:r w:rsidR="00B90885" w:rsidRPr="4792F45A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4792F45A">
        <w:rPr>
          <w:rFonts w:ascii="Corbel" w:hAnsi="Corbel"/>
          <w:b w:val="0"/>
          <w:sz w:val="24"/>
          <w:szCs w:val="24"/>
        </w:rPr>
        <w:t>e,</w:t>
      </w:r>
      <w:r w:rsidRPr="4792F45A">
        <w:rPr>
          <w:rFonts w:ascii="Corbel" w:hAnsi="Corbel"/>
          <w:i/>
          <w:iCs/>
          <w:sz w:val="24"/>
          <w:szCs w:val="24"/>
        </w:rPr>
        <w:t xml:space="preserve"> </w:t>
      </w:r>
      <w:r w:rsidRPr="4792F45A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4792F45A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2AA4D8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10704F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85"/>
        <w:gridCol w:w="730"/>
        <w:gridCol w:w="975"/>
        <w:gridCol w:w="765"/>
        <w:gridCol w:w="795"/>
        <w:gridCol w:w="734"/>
        <w:gridCol w:w="957"/>
        <w:gridCol w:w="1206"/>
        <w:gridCol w:w="1545"/>
      </w:tblGrid>
      <w:tr w:rsidR="00015B8F" w:rsidRPr="009C54AE" w14:paraId="78F04C34" w14:textId="77777777" w:rsidTr="4792F45A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CC9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F40B5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92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50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E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3F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6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E7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74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1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E6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294DDB" w14:textId="77777777" w:rsidTr="004027A9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508A" w14:textId="77777777" w:rsidR="00015B8F" w:rsidRPr="009C54AE" w:rsidRDefault="009E54FD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EC4FB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9C78" w14:textId="77777777" w:rsidR="00015B8F" w:rsidRPr="009C54AE" w:rsidRDefault="00015B8F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7560" w14:textId="77777777" w:rsidR="00015B8F" w:rsidRPr="009C54AE" w:rsidRDefault="00015B8F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85D2" w14:textId="6A69EF9E" w:rsidR="00015B8F" w:rsidRPr="009C54AE" w:rsidRDefault="007B2DC8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87A2" w14:textId="77777777" w:rsidR="00015B8F" w:rsidRPr="009C54AE" w:rsidRDefault="00015B8F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0A1F" w14:textId="77777777" w:rsidR="00015B8F" w:rsidRPr="009C54AE" w:rsidRDefault="00015B8F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0E9" w14:textId="77777777" w:rsidR="00015B8F" w:rsidRPr="009C54AE" w:rsidRDefault="00015B8F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38D4" w14:textId="77777777" w:rsidR="00015B8F" w:rsidRPr="009C54AE" w:rsidRDefault="00015B8F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0337" w14:textId="77777777" w:rsidR="00015B8F" w:rsidRPr="009C54AE" w:rsidRDefault="00015B8F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4BE3" w14:textId="77777777" w:rsidR="00015B8F" w:rsidRPr="009C54AE" w:rsidRDefault="009E54FD" w:rsidP="00402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300E2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9B2B68" w14:textId="5396BF66" w:rsidR="0085747A" w:rsidRPr="009C54AE" w:rsidRDefault="0085747A" w:rsidP="4792F45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4792F45A">
        <w:rPr>
          <w:rFonts w:ascii="Corbel" w:hAnsi="Corbel"/>
          <w:smallCaps w:val="0"/>
        </w:rPr>
        <w:t>1.</w:t>
      </w:r>
      <w:r w:rsidR="00E22FBC" w:rsidRPr="4792F45A">
        <w:rPr>
          <w:rFonts w:ascii="Corbel" w:hAnsi="Corbel"/>
          <w:smallCaps w:val="0"/>
        </w:rPr>
        <w:t>2</w:t>
      </w:r>
      <w:r w:rsidR="00F83B28" w:rsidRPr="4792F45A">
        <w:rPr>
          <w:rFonts w:ascii="Corbel" w:hAnsi="Corbel"/>
          <w:smallCaps w:val="0"/>
        </w:rPr>
        <w:t>.</w:t>
      </w:r>
      <w:r>
        <w:tab/>
      </w:r>
      <w:r w:rsidRPr="4792F45A">
        <w:rPr>
          <w:rFonts w:ascii="Corbel" w:hAnsi="Corbel"/>
          <w:smallCaps w:val="0"/>
        </w:rPr>
        <w:t xml:space="preserve">Sposób realizacji zajęć </w:t>
      </w:r>
    </w:p>
    <w:p w14:paraId="2EDD14B1" w14:textId="77777777" w:rsidR="0085747A" w:rsidRPr="009C54AE" w:rsidRDefault="009E54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26F90F5" w14:textId="5BDC1B43" w:rsidR="0085747A" w:rsidRPr="009C54AE" w:rsidRDefault="001C6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18E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1D49" w14:textId="2C9F9AC2" w:rsidR="00E22FBC" w:rsidRPr="009C54AE" w:rsidRDefault="00E22FBC" w:rsidP="4792F45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792F45A">
        <w:rPr>
          <w:rFonts w:ascii="Corbel" w:hAnsi="Corbel"/>
          <w:smallCaps w:val="0"/>
        </w:rPr>
        <w:t xml:space="preserve">1.3 </w:t>
      </w:r>
      <w:r>
        <w:tab/>
      </w:r>
      <w:r w:rsidRPr="4792F45A">
        <w:rPr>
          <w:rFonts w:ascii="Corbel" w:hAnsi="Corbel"/>
          <w:smallCaps w:val="0"/>
        </w:rPr>
        <w:t>For</w:t>
      </w:r>
      <w:r w:rsidR="00445970" w:rsidRPr="4792F45A">
        <w:rPr>
          <w:rFonts w:ascii="Corbel" w:hAnsi="Corbel"/>
          <w:smallCaps w:val="0"/>
        </w:rPr>
        <w:t>ma zaliczenia przedmiotu</w:t>
      </w:r>
      <w:r w:rsidRPr="4792F45A">
        <w:rPr>
          <w:rFonts w:ascii="Corbel" w:hAnsi="Corbel"/>
          <w:smallCaps w:val="0"/>
        </w:rPr>
        <w:t xml:space="preserve"> (z toku) </w:t>
      </w:r>
      <w:r w:rsidRPr="4792F45A">
        <w:rPr>
          <w:rFonts w:ascii="Corbel" w:hAnsi="Corbel"/>
          <w:b w:val="0"/>
          <w:smallCaps w:val="0"/>
        </w:rPr>
        <w:t xml:space="preserve">(egzamin, </w:t>
      </w:r>
      <w:r w:rsidRPr="4792F45A">
        <w:rPr>
          <w:rFonts w:ascii="Corbel" w:hAnsi="Corbel"/>
          <w:b w:val="0"/>
          <w:smallCaps w:val="0"/>
          <w:u w:val="single"/>
        </w:rPr>
        <w:t>zaliczenie z oceną</w:t>
      </w:r>
      <w:r w:rsidRPr="4792F45A">
        <w:rPr>
          <w:rFonts w:ascii="Corbel" w:hAnsi="Corbel"/>
          <w:b w:val="0"/>
          <w:smallCaps w:val="0"/>
        </w:rPr>
        <w:t>, zaliczenie bez oceny)</w:t>
      </w:r>
    </w:p>
    <w:p w14:paraId="77F91C2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7ED92F" w14:textId="40117CF9" w:rsidR="00D422F7" w:rsidRDefault="00D422F7" w:rsidP="00D422F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</w:t>
      </w:r>
      <w:r w:rsidRPr="6B6455DD">
        <w:rPr>
          <w:rFonts w:ascii="Corbel" w:hAnsi="Corbel"/>
          <w:b w:val="0"/>
          <w:smallCaps w:val="0"/>
        </w:rPr>
        <w:t>aliczenie z oceną w formie pisemnej lub ustnej. Możliwa jest również</w:t>
      </w:r>
      <w:r>
        <w:rPr>
          <w:rFonts w:ascii="Corbel" w:hAnsi="Corbel"/>
          <w:b w:val="0"/>
          <w:smallCaps w:val="0"/>
        </w:rPr>
        <w:t xml:space="preserve"> </w:t>
      </w:r>
      <w:r w:rsidRPr="6B6455DD">
        <w:rPr>
          <w:rFonts w:ascii="Corbel" w:hAnsi="Corbel"/>
          <w:b w:val="0"/>
          <w:smallCaps w:val="0"/>
        </w:rPr>
        <w:t>bieżąca ocena wiedzy studenta – w postaci pytań kontrolnych, odpowiedzi pisemnych,</w:t>
      </w:r>
      <w:r>
        <w:rPr>
          <w:rFonts w:ascii="Corbel" w:hAnsi="Corbel"/>
          <w:b w:val="0"/>
          <w:smallCaps w:val="0"/>
        </w:rPr>
        <w:t xml:space="preserve"> </w:t>
      </w:r>
      <w:r w:rsidRPr="6B6455DD">
        <w:rPr>
          <w:rFonts w:ascii="Corbel" w:hAnsi="Corbel"/>
          <w:b w:val="0"/>
          <w:smallCaps w:val="0"/>
        </w:rPr>
        <w:t>przedstawienia prezentacji multimedialnej lub referatu.</w:t>
      </w:r>
    </w:p>
    <w:p w14:paraId="2666EF38" w14:textId="77777777" w:rsidR="00D422F7" w:rsidRDefault="00D422F7" w:rsidP="00D422F7">
      <w:pPr>
        <w:pStyle w:val="Punktygwne"/>
        <w:spacing w:before="0" w:after="0"/>
        <w:jc w:val="both"/>
        <w:rPr>
          <w:rFonts w:ascii="Corbel" w:hAnsi="Corbel"/>
          <w:b w:val="0"/>
        </w:rPr>
      </w:pPr>
    </w:p>
    <w:p w14:paraId="3E3AF87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75B6E75" w14:textId="77777777" w:rsidR="009E05C7" w:rsidRPr="009C54AE" w:rsidRDefault="009E05C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4313EE" w14:textId="77777777" w:rsidTr="0E24FCBA">
        <w:tc>
          <w:tcPr>
            <w:tcW w:w="9670" w:type="dxa"/>
          </w:tcPr>
          <w:p w14:paraId="43F933C0" w14:textId="55F3F250" w:rsidR="0085747A" w:rsidRPr="009C54AE" w:rsidRDefault="00A917B3" w:rsidP="0E24FC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E24FCBA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prawa administracyjnego</w:t>
            </w:r>
            <w:r w:rsidR="00D422F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2278868" w14:textId="77777777" w:rsidR="004027A9" w:rsidRDefault="004027A9" w:rsidP="4792F45A">
      <w:pPr>
        <w:pStyle w:val="Punktygwne"/>
        <w:spacing w:before="0" w:after="0"/>
        <w:rPr>
          <w:rFonts w:ascii="Corbel" w:hAnsi="Corbel"/>
        </w:rPr>
      </w:pPr>
    </w:p>
    <w:p w14:paraId="333755A9" w14:textId="6E181FE2" w:rsidR="0085747A" w:rsidRPr="00C05F44" w:rsidRDefault="004027A9" w:rsidP="004027A9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br w:type="page"/>
      </w:r>
      <w:r w:rsidR="0071620A" w:rsidRPr="4792F45A">
        <w:rPr>
          <w:rFonts w:ascii="Corbel" w:hAnsi="Corbel"/>
        </w:rPr>
        <w:lastRenderedPageBreak/>
        <w:t>3.</w:t>
      </w:r>
      <w:r w:rsidR="0085747A" w:rsidRPr="4792F45A">
        <w:rPr>
          <w:rFonts w:ascii="Corbel" w:hAnsi="Corbel"/>
        </w:rPr>
        <w:t xml:space="preserve"> </w:t>
      </w:r>
      <w:r w:rsidR="00A84C85" w:rsidRPr="4792F45A">
        <w:rPr>
          <w:rFonts w:ascii="Corbel" w:hAnsi="Corbel"/>
        </w:rPr>
        <w:t>cele, efekty uczenia się</w:t>
      </w:r>
      <w:r w:rsidR="0085747A" w:rsidRPr="4792F45A">
        <w:rPr>
          <w:rFonts w:ascii="Corbel" w:hAnsi="Corbel"/>
        </w:rPr>
        <w:t>, treści Programowe i stosowane metody Dydaktyczne</w:t>
      </w:r>
    </w:p>
    <w:p w14:paraId="6CDDF2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9C16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087F3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2918E22" w14:textId="77777777" w:rsidTr="4792F45A">
        <w:tc>
          <w:tcPr>
            <w:tcW w:w="851" w:type="dxa"/>
            <w:vAlign w:val="center"/>
          </w:tcPr>
          <w:p w14:paraId="2506564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2892B8" w14:textId="77777777" w:rsidR="0085747A" w:rsidRPr="009C54AE" w:rsidRDefault="000407B8" w:rsidP="009E54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 wraz z apa</w:t>
            </w:r>
            <w:r w:rsidR="009E54FD">
              <w:rPr>
                <w:rFonts w:ascii="Corbel" w:hAnsi="Corbel"/>
                <w:b w:val="0"/>
                <w:sz w:val="24"/>
                <w:szCs w:val="24"/>
              </w:rPr>
              <w:t xml:space="preserve">raturą pojęciową odnoszącą się </w:t>
            </w:r>
            <w:r w:rsidR="00CA120F">
              <w:rPr>
                <w:rFonts w:ascii="Corbel" w:hAnsi="Corbel"/>
                <w:b w:val="0"/>
                <w:sz w:val="24"/>
                <w:szCs w:val="24"/>
              </w:rPr>
              <w:t>policji administracyjnej jako funkcji władczej organów administracji publicznej.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648547C" w14:textId="77777777" w:rsidTr="4792F45A">
        <w:tc>
          <w:tcPr>
            <w:tcW w:w="851" w:type="dxa"/>
            <w:vAlign w:val="center"/>
          </w:tcPr>
          <w:p w14:paraId="3506A0C5" w14:textId="77777777" w:rsidR="0085747A" w:rsidRPr="009C54AE" w:rsidRDefault="000407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2670D" w14:textId="11D430E7" w:rsidR="0085747A" w:rsidRPr="000407B8" w:rsidRDefault="499BC29F" w:rsidP="002D65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792F45A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organizacji i zadań </w:t>
            </w:r>
            <w:r w:rsidR="00CA120F" w:rsidRPr="4792F45A">
              <w:rPr>
                <w:rFonts w:ascii="Corbel" w:hAnsi="Corbel"/>
                <w:b w:val="0"/>
                <w:sz w:val="24"/>
                <w:szCs w:val="24"/>
              </w:rPr>
              <w:t xml:space="preserve">podmiotów policji administracyjnej </w:t>
            </w:r>
            <w:r w:rsidRPr="4792F45A">
              <w:rPr>
                <w:rFonts w:ascii="Corbel" w:hAnsi="Corbel"/>
                <w:b w:val="0"/>
                <w:sz w:val="24"/>
                <w:szCs w:val="24"/>
              </w:rPr>
              <w:t xml:space="preserve">oraz metod ich </w:t>
            </w:r>
            <w:r w:rsidR="00CA120F" w:rsidRPr="4792F45A">
              <w:rPr>
                <w:rFonts w:ascii="Corbel" w:hAnsi="Corbel"/>
                <w:b w:val="0"/>
                <w:sz w:val="24"/>
                <w:szCs w:val="24"/>
              </w:rPr>
              <w:t>działania</w:t>
            </w:r>
            <w:r w:rsidRPr="4792F45A">
              <w:rPr>
                <w:rFonts w:ascii="Corbel" w:hAnsi="Corbel"/>
                <w:b w:val="0"/>
                <w:sz w:val="24"/>
                <w:szCs w:val="24"/>
              </w:rPr>
              <w:t xml:space="preserve">. Studentom zaprezentowane zostaną: geneza i podstawowe cele oraz zadania </w:t>
            </w:r>
            <w:r w:rsidR="19EBE1EB" w:rsidRPr="4792F45A">
              <w:rPr>
                <w:rFonts w:ascii="Corbel" w:hAnsi="Corbel"/>
                <w:b w:val="0"/>
                <w:sz w:val="24"/>
                <w:szCs w:val="24"/>
              </w:rPr>
              <w:t>podmiotów administracji publicznej, prywatnej i organizacji pozarządowych podejmujących się działań władczych w zakresie ochrony bezpieczeństwa, spokoju, porządku i ładu publicznego</w:t>
            </w:r>
            <w:r w:rsidRPr="4792F45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FDDEF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2926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BFBFA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08"/>
      </w:tblGrid>
      <w:tr w:rsidR="0085747A" w:rsidRPr="009C54AE" w14:paraId="4CA4E889" w14:textId="77777777" w:rsidTr="004027A9">
        <w:tc>
          <w:tcPr>
            <w:tcW w:w="1418" w:type="dxa"/>
            <w:vAlign w:val="center"/>
          </w:tcPr>
          <w:p w14:paraId="282957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51607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08" w:type="dxa"/>
            <w:vAlign w:val="center"/>
          </w:tcPr>
          <w:p w14:paraId="491F30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1C83DA" w14:textId="77777777" w:rsidTr="004027A9">
        <w:tc>
          <w:tcPr>
            <w:tcW w:w="1418" w:type="dxa"/>
          </w:tcPr>
          <w:p w14:paraId="6D79B3F2" w14:textId="18BE632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20" w:type="dxa"/>
          </w:tcPr>
          <w:p w14:paraId="70F9457E" w14:textId="01212734" w:rsidR="0085747A" w:rsidRPr="003E5C70" w:rsidRDefault="7053E7C4" w:rsidP="00C35F17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4792F45A">
              <w:rPr>
                <w:rFonts w:ascii="Corbel" w:hAnsi="Corbel"/>
                <w:sz w:val="24"/>
                <w:szCs w:val="24"/>
              </w:rPr>
              <w:t>Student ma podstawową wiedzę o charakterze nauk prawnych, w tym prawno-administracyjnych, ich miejscu w systemie nauk społecznych i rozpoznaje relacje do innych nauk społecznych, zna i rozumie zjawiska związane z działalnością policji administracyjnej jako administracji właściwej w zakresie ochrony życia, zdrowia, mienia, ładu i spokoju publicznego, zna zarys ewolucji podstawowych podmiotów policji administracyjnej.</w:t>
            </w:r>
          </w:p>
        </w:tc>
        <w:tc>
          <w:tcPr>
            <w:tcW w:w="1808" w:type="dxa"/>
          </w:tcPr>
          <w:p w14:paraId="68C6A7B4" w14:textId="5818288C" w:rsidR="002D684B" w:rsidRPr="004027A9" w:rsidRDefault="003E5C70" w:rsidP="002D68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3E5C70" w:rsidRPr="009C54AE" w14:paraId="3460328B" w14:textId="77777777" w:rsidTr="004027A9">
        <w:tc>
          <w:tcPr>
            <w:tcW w:w="1418" w:type="dxa"/>
          </w:tcPr>
          <w:p w14:paraId="68FB0567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10B3E00" w14:textId="77777777" w:rsidR="003E5C70" w:rsidRPr="003E5C70" w:rsidRDefault="00C35F17" w:rsidP="00C35F1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92893">
              <w:rPr>
                <w:rFonts w:ascii="Corbel" w:hAnsi="Corbel"/>
                <w:sz w:val="24"/>
                <w:szCs w:val="24"/>
              </w:rPr>
              <w:t xml:space="preserve">Wykazuje się podstawową wiedzą o relacjach między organami administracji publicznej, ze szczególnym uwzględnieniem organów odpowiedzialnych za </w:t>
            </w:r>
            <w:r>
              <w:rPr>
                <w:rFonts w:ascii="Corbel" w:hAnsi="Corbel"/>
                <w:sz w:val="24"/>
                <w:szCs w:val="24"/>
              </w:rPr>
              <w:t>ochronę podstawowych wartości człowieka</w:t>
            </w:r>
            <w:r w:rsidR="00844F24">
              <w:rPr>
                <w:rFonts w:ascii="Corbel" w:hAnsi="Corbel"/>
                <w:sz w:val="24"/>
                <w:szCs w:val="24"/>
              </w:rPr>
              <w:t>, co jest domeną policji administracyjnych.</w:t>
            </w:r>
          </w:p>
        </w:tc>
        <w:tc>
          <w:tcPr>
            <w:tcW w:w="1808" w:type="dxa"/>
          </w:tcPr>
          <w:p w14:paraId="275649F6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F6327C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3E5C70" w:rsidRPr="009C54AE" w14:paraId="1772E98F" w14:textId="77777777" w:rsidTr="004027A9">
        <w:tc>
          <w:tcPr>
            <w:tcW w:w="1418" w:type="dxa"/>
          </w:tcPr>
          <w:p w14:paraId="697FCB1C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69FD3BD" w14:textId="77777777" w:rsidR="003E5C70" w:rsidRPr="003E5C70" w:rsidRDefault="00C35F17" w:rsidP="00844F2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podstawową terminologię z zakresu </w:t>
            </w:r>
            <w:r w:rsidR="00844F24">
              <w:rPr>
                <w:rFonts w:ascii="Corbel" w:hAnsi="Corbel"/>
                <w:sz w:val="24"/>
                <w:szCs w:val="24"/>
              </w:rPr>
              <w:t xml:space="preserve">szeroko rozumianej policji administracyjnej czyli działalności władczej mającej na celu zapewnienie warunków bezpiecznej egzystencji ludzi oraz ich mienia. </w:t>
            </w:r>
          </w:p>
        </w:tc>
        <w:tc>
          <w:tcPr>
            <w:tcW w:w="1808" w:type="dxa"/>
          </w:tcPr>
          <w:p w14:paraId="1C8AE4A9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AD152B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C35F17" w:rsidRPr="004A5FE3" w14:paraId="41AD9C14" w14:textId="77777777" w:rsidTr="004027A9">
        <w:tc>
          <w:tcPr>
            <w:tcW w:w="1418" w:type="dxa"/>
          </w:tcPr>
          <w:p w14:paraId="2E76D556" w14:textId="77777777" w:rsidR="00C35F17" w:rsidRPr="004A5FE3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1FE31B89" w14:textId="77777777" w:rsidR="00C35F17" w:rsidRPr="004A5FE3" w:rsidRDefault="00C35F17" w:rsidP="00DE1E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2DCF">
              <w:rPr>
                <w:rFonts w:ascii="Corbel" w:hAnsi="Corbel"/>
                <w:sz w:val="24"/>
                <w:szCs w:val="24"/>
              </w:rPr>
              <w:t xml:space="preserve">na i rozumie metody, narzędzia i techniki pozyskiwania danych właściwe dla nauk administracyjnych pozwalające opisywać </w:t>
            </w:r>
            <w:r>
              <w:rPr>
                <w:rFonts w:ascii="Corbel" w:hAnsi="Corbel"/>
                <w:sz w:val="24"/>
                <w:szCs w:val="24"/>
              </w:rPr>
              <w:t xml:space="preserve">i klasyfikować 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podmioty </w:t>
            </w:r>
            <w:r w:rsidR="00DE1E26">
              <w:rPr>
                <w:rFonts w:ascii="Corbel" w:hAnsi="Corbel"/>
                <w:sz w:val="24"/>
                <w:szCs w:val="24"/>
              </w:rPr>
              <w:t xml:space="preserve">policji administracyjnej </w:t>
            </w:r>
            <w:r>
              <w:rPr>
                <w:rFonts w:ascii="Corbel" w:hAnsi="Corbel"/>
                <w:sz w:val="24"/>
                <w:szCs w:val="24"/>
              </w:rPr>
              <w:t>oraz potrafi wskazać na uwarunkowania prawne ich funkcjonowania.</w:t>
            </w:r>
          </w:p>
        </w:tc>
        <w:tc>
          <w:tcPr>
            <w:tcW w:w="1808" w:type="dxa"/>
          </w:tcPr>
          <w:p w14:paraId="66A421B2" w14:textId="77777777" w:rsidR="00C35F17" w:rsidRPr="004A5FE3" w:rsidRDefault="00C35F17" w:rsidP="007154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E5C70" w:rsidRPr="009C54AE" w14:paraId="5599830B" w14:textId="77777777" w:rsidTr="004027A9">
        <w:tc>
          <w:tcPr>
            <w:tcW w:w="1418" w:type="dxa"/>
          </w:tcPr>
          <w:p w14:paraId="3C49931E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14:paraId="6D9DB64B" w14:textId="06518DF4" w:rsidR="003E5C70" w:rsidRPr="00175954" w:rsidRDefault="57D99825" w:rsidP="4792F45A">
            <w:pPr>
              <w:spacing w:after="0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4792F45A">
              <w:rPr>
                <w:rFonts w:ascii="Corbel" w:hAnsi="Corbel"/>
                <w:sz w:val="24"/>
                <w:szCs w:val="24"/>
              </w:rPr>
              <w:t xml:space="preserve">Potrafi prawidłowo identyfikować i interpretować zjawiska prawne, społeczne, ekonomiczne, polityczne i organizacyjne odnoszące się do obszaru ochrony życia, zdrowia, mienia, bezpieczeństwa ludzi oraz bezpieczeństwa i porządku publicznego, a także dostrzegać i analizować ich wzajemne relacje. </w:t>
            </w:r>
          </w:p>
        </w:tc>
        <w:tc>
          <w:tcPr>
            <w:tcW w:w="1808" w:type="dxa"/>
          </w:tcPr>
          <w:p w14:paraId="566757A0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3E5C70" w:rsidRPr="009C54AE" w14:paraId="31019E1D" w14:textId="77777777" w:rsidTr="004027A9">
        <w:tc>
          <w:tcPr>
            <w:tcW w:w="1418" w:type="dxa"/>
          </w:tcPr>
          <w:p w14:paraId="7D4528BD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14:paraId="6138E281" w14:textId="77777777" w:rsidR="003E5C70" w:rsidRPr="00175954" w:rsidRDefault="00BB04CF" w:rsidP="00BB04C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zdobytą wiedzę teoretyczną z dziedziny nauk administracyjnych do doboru oraz stosowania właściwych metod i narzędzi do identyfikowania oraz klasyfikowania źródeł </w:t>
            </w:r>
            <w:r w:rsidRPr="004A5FE3">
              <w:rPr>
                <w:rFonts w:ascii="Corbel" w:hAnsi="Corbel"/>
                <w:sz w:val="24"/>
                <w:szCs w:val="24"/>
              </w:rPr>
              <w:t>zagrożeń</w:t>
            </w:r>
            <w:r>
              <w:rPr>
                <w:rFonts w:ascii="Corbel" w:hAnsi="Corbel"/>
                <w:sz w:val="24"/>
                <w:szCs w:val="24"/>
              </w:rPr>
              <w:t xml:space="preserve">, których eliminacją </w:t>
            </w:r>
            <w:r>
              <w:rPr>
                <w:rFonts w:ascii="Corbel" w:hAnsi="Corbel"/>
                <w:sz w:val="24"/>
                <w:szCs w:val="24"/>
              </w:rPr>
              <w:br/>
              <w:t>i zapobieganiem oraz usuwaniem skutków ich wystąpienia zajmują się policje administracyjne.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14:paraId="5E5654D7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C35F17" w:rsidRPr="009C54AE" w14:paraId="7FAFCA7C" w14:textId="77777777" w:rsidTr="004027A9">
        <w:tc>
          <w:tcPr>
            <w:tcW w:w="1418" w:type="dxa"/>
          </w:tcPr>
          <w:p w14:paraId="261B887E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20" w:type="dxa"/>
          </w:tcPr>
          <w:p w14:paraId="095007F8" w14:textId="77777777" w:rsidR="00C35F17" w:rsidRPr="00175954" w:rsidRDefault="00BB04CF" w:rsidP="00BB04C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wykorzystywać posiadaną wiedzę do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6BF1">
              <w:rPr>
                <w:rFonts w:ascii="Corbel" w:hAnsi="Corbel"/>
                <w:sz w:val="24"/>
                <w:szCs w:val="24"/>
              </w:rPr>
              <w:t>analizowania, interpretowania oraz pr</w:t>
            </w:r>
            <w:r>
              <w:rPr>
                <w:rFonts w:ascii="Corbel" w:hAnsi="Corbel"/>
                <w:sz w:val="24"/>
                <w:szCs w:val="24"/>
              </w:rPr>
              <w:t xml:space="preserve">ojektowania strategii działań podmiotów policji administracyjnej, a także znajdywać rozwiązania problemów charakterystycznych dla obszaru podlegającego przez nie ochronie, a także prognozowania skutków prowadzonej działalności.  </w:t>
            </w:r>
          </w:p>
        </w:tc>
        <w:tc>
          <w:tcPr>
            <w:tcW w:w="1808" w:type="dxa"/>
          </w:tcPr>
          <w:p w14:paraId="5E4E5F6D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3E5C70" w:rsidRPr="009C54AE" w14:paraId="53848379" w14:textId="77777777" w:rsidTr="004027A9">
        <w:tc>
          <w:tcPr>
            <w:tcW w:w="1418" w:type="dxa"/>
          </w:tcPr>
          <w:p w14:paraId="15F7FAD9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520" w:type="dxa"/>
          </w:tcPr>
          <w:p w14:paraId="655F1DCA" w14:textId="77777777" w:rsidR="003E5C70" w:rsidRPr="00175954" w:rsidRDefault="00BB04CF" w:rsidP="00BB04CF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</w:t>
            </w:r>
            <w:r>
              <w:rPr>
                <w:rFonts w:ascii="Corbel" w:hAnsi="Corbel"/>
                <w:sz w:val="24"/>
                <w:szCs w:val="24"/>
              </w:rPr>
              <w:t>samodzielnego przygotowania prac pisemnych oraz wystąpień ustnych, a także prezentacji multimedialnych</w:t>
            </w:r>
            <w:r w:rsidRPr="00625570">
              <w:rPr>
                <w:rFonts w:ascii="Corbel" w:hAnsi="Corbel"/>
                <w:sz w:val="24"/>
                <w:szCs w:val="24"/>
              </w:rPr>
              <w:t>, poświęcon</w:t>
            </w:r>
            <w:r>
              <w:rPr>
                <w:rFonts w:ascii="Corbel" w:hAnsi="Corbel"/>
                <w:sz w:val="24"/>
                <w:szCs w:val="24"/>
              </w:rPr>
              <w:t>ych zagadnieniom z zakresu istoty terminu policja administracyjna, obszaru ingerencji, a także funkcjonowania licznych jej podmiotów.</w:t>
            </w:r>
          </w:p>
        </w:tc>
        <w:tc>
          <w:tcPr>
            <w:tcW w:w="1808" w:type="dxa"/>
          </w:tcPr>
          <w:p w14:paraId="0D06A8C0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E5C70" w:rsidRPr="009C54AE" w14:paraId="1A99621F" w14:textId="77777777" w:rsidTr="004027A9">
        <w:tc>
          <w:tcPr>
            <w:tcW w:w="1418" w:type="dxa"/>
          </w:tcPr>
          <w:p w14:paraId="1DB49BDD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520" w:type="dxa"/>
          </w:tcPr>
          <w:p w14:paraId="34CC3E22" w14:textId="77777777" w:rsidR="003E5C70" w:rsidRPr="00802262" w:rsidRDefault="003E6900" w:rsidP="003E690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p</w:t>
            </w:r>
            <w:r w:rsidRPr="003106B4">
              <w:rPr>
                <w:rFonts w:ascii="Corbel" w:hAnsi="Corbel"/>
                <w:sz w:val="24"/>
                <w:szCs w:val="24"/>
              </w:rPr>
              <w:t>osług</w:t>
            </w:r>
            <w:r>
              <w:rPr>
                <w:rFonts w:ascii="Corbel" w:hAnsi="Corbel"/>
                <w:sz w:val="24"/>
                <w:szCs w:val="24"/>
              </w:rPr>
              <w:t>iwania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się wiedzą</w:t>
            </w:r>
            <w:r>
              <w:rPr>
                <w:rFonts w:ascii="Corbel" w:hAnsi="Corbel"/>
                <w:sz w:val="24"/>
                <w:szCs w:val="24"/>
              </w:rPr>
              <w:t xml:space="preserve"> i opiniami ekspertów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z zakresu nauk o administracji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aspektów bezpieczeństwa życia, zdrowia, mienia, ładu, spokoju i porządku publicznego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sz w:val="24"/>
                <w:szCs w:val="24"/>
              </w:rPr>
              <w:t xml:space="preserve"> samodzielnego </w:t>
            </w:r>
            <w:r w:rsidRPr="003106B4">
              <w:rPr>
                <w:rFonts w:ascii="Corbel" w:hAnsi="Corbel"/>
                <w:sz w:val="24"/>
                <w:szCs w:val="24"/>
              </w:rPr>
              <w:t>identyfik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3106B4">
              <w:rPr>
                <w:rFonts w:ascii="Corbel" w:hAnsi="Corbel"/>
                <w:sz w:val="24"/>
                <w:szCs w:val="24"/>
              </w:rPr>
              <w:t xml:space="preserve"> roz</w:t>
            </w:r>
            <w:r>
              <w:rPr>
                <w:rFonts w:ascii="Corbel" w:hAnsi="Corbel"/>
                <w:sz w:val="24"/>
                <w:szCs w:val="24"/>
              </w:rPr>
              <w:t xml:space="preserve">wiązywania problemów charakterystycznych dla policji administracyjnej. </w:t>
            </w:r>
          </w:p>
        </w:tc>
        <w:tc>
          <w:tcPr>
            <w:tcW w:w="1808" w:type="dxa"/>
          </w:tcPr>
          <w:p w14:paraId="1A7877D2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C35F17" w:rsidRPr="009C54AE" w14:paraId="0F75E7D7" w14:textId="77777777" w:rsidTr="004027A9">
        <w:tc>
          <w:tcPr>
            <w:tcW w:w="1418" w:type="dxa"/>
          </w:tcPr>
          <w:p w14:paraId="095606E6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520" w:type="dxa"/>
          </w:tcPr>
          <w:p w14:paraId="44534B8B" w14:textId="77777777" w:rsidR="00C35F17" w:rsidRPr="00802262" w:rsidRDefault="003E6900" w:rsidP="003E690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inicjowania działania i współdziałania </w:t>
            </w:r>
            <w:r>
              <w:rPr>
                <w:rFonts w:ascii="Corbel" w:hAnsi="Corbel"/>
                <w:sz w:val="24"/>
                <w:szCs w:val="24"/>
              </w:rPr>
              <w:br/>
              <w:t>w ramach działalności organów policji administracyjnej na rzecz interesu społecznego z uwzględnieniem wymogów prawnych, administracyjnych i ekonomicznych właściwych dla administracji publicznej i prywatnej podejmującej się zadań publicznych.</w:t>
            </w:r>
          </w:p>
        </w:tc>
        <w:tc>
          <w:tcPr>
            <w:tcW w:w="1808" w:type="dxa"/>
          </w:tcPr>
          <w:p w14:paraId="4A85F0DB" w14:textId="77777777" w:rsidR="00C35F17" w:rsidRPr="009C54AE" w:rsidRDefault="00C35F17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="0085747A" w:rsidRPr="009C54AE" w14:paraId="26DE1E3A" w14:textId="77777777" w:rsidTr="004027A9">
        <w:tc>
          <w:tcPr>
            <w:tcW w:w="1418" w:type="dxa"/>
          </w:tcPr>
          <w:p w14:paraId="394BD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5F1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520" w:type="dxa"/>
          </w:tcPr>
          <w:p w14:paraId="2D1AC7D0" w14:textId="0274C711" w:rsidR="0085747A" w:rsidRPr="00802262" w:rsidRDefault="2EB692EF" w:rsidP="4792F45A">
            <w:pPr>
              <w:spacing w:after="0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4792F45A">
              <w:rPr>
                <w:rFonts w:ascii="Corbel" w:hAnsi="Corbel"/>
                <w:sz w:val="24"/>
                <w:szCs w:val="24"/>
              </w:rPr>
              <w:t>Jest gotów do wypełniania zobowiązań i inspirowania działalności na rzecz zapewnienia bezpieczeństwa indywidualnego ludzi oraz grup społecznych, a także rzetelnego pełnienia różnych ról zawodowych w organach policji administracyjnej z zachowaniem standardów i zasad prawnych, etycznych i moralnych.</w:t>
            </w:r>
          </w:p>
        </w:tc>
        <w:tc>
          <w:tcPr>
            <w:tcW w:w="1808" w:type="dxa"/>
          </w:tcPr>
          <w:p w14:paraId="77703640" w14:textId="77777777" w:rsidR="0085747A" w:rsidRPr="009C54AE" w:rsidRDefault="008022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C35F17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</w:tbl>
    <w:p w14:paraId="46E452D3" w14:textId="77777777" w:rsidR="00D422F7" w:rsidRDefault="00D422F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3A5CFB" w14:textId="7011D15F" w:rsidR="0085747A" w:rsidRPr="009C54AE" w:rsidRDefault="00675843" w:rsidP="4792F45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4792F45A">
        <w:rPr>
          <w:rFonts w:ascii="Corbel" w:hAnsi="Corbel"/>
          <w:b/>
          <w:bCs/>
          <w:sz w:val="24"/>
          <w:szCs w:val="24"/>
        </w:rPr>
        <w:t>3.3</w:t>
      </w:r>
      <w:r w:rsidR="001D7B54" w:rsidRPr="4792F45A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792F45A">
        <w:rPr>
          <w:rFonts w:ascii="Corbel" w:hAnsi="Corbel"/>
          <w:b/>
          <w:bCs/>
          <w:sz w:val="24"/>
          <w:szCs w:val="24"/>
        </w:rPr>
        <w:t>T</w:t>
      </w:r>
      <w:r w:rsidR="001D7B54" w:rsidRPr="4792F45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40DCEB9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0C031E7" w14:textId="77777777" w:rsidR="009E54FD" w:rsidRPr="009C54AE" w:rsidRDefault="009E54FD" w:rsidP="009E54F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54FD" w:rsidRPr="009C54AE" w14:paraId="2BF873C5" w14:textId="77777777" w:rsidTr="0E24FCBA">
        <w:tc>
          <w:tcPr>
            <w:tcW w:w="9639" w:type="dxa"/>
          </w:tcPr>
          <w:p w14:paraId="08472238" w14:textId="77777777" w:rsidR="009E54FD" w:rsidRPr="009C54AE" w:rsidRDefault="009E54FD" w:rsidP="007154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54FD" w:rsidRPr="009C54AE" w14:paraId="00C2B5EB" w14:textId="77777777" w:rsidTr="0E24FCBA">
        <w:tc>
          <w:tcPr>
            <w:tcW w:w="9639" w:type="dxa"/>
          </w:tcPr>
          <w:p w14:paraId="757E1398" w14:textId="4216E7C1" w:rsidR="009E54FD" w:rsidRPr="009C54AE" w:rsidRDefault="0DBF9F4F" w:rsidP="007154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9C4C217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0F9DB0" w14:textId="77777777" w:rsidR="004027A9" w:rsidRDefault="004027A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7EFDE7C" w14:textId="31D867B7" w:rsidR="009E54FD" w:rsidRPr="00D405C4" w:rsidRDefault="009E54FD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05C4">
        <w:rPr>
          <w:rFonts w:ascii="Corbel" w:hAnsi="Corbel"/>
          <w:sz w:val="24"/>
          <w:szCs w:val="24"/>
        </w:rPr>
        <w:lastRenderedPageBreak/>
        <w:t xml:space="preserve">Problematyka </w:t>
      </w:r>
      <w:r w:rsidR="00D405C4" w:rsidRPr="6B6455DD">
        <w:rPr>
          <w:rFonts w:ascii="Corbel" w:hAnsi="Corbel"/>
          <w:sz w:val="24"/>
          <w:szCs w:val="24"/>
        </w:rPr>
        <w:t>ćwiczeń, konwersator</w:t>
      </w:r>
      <w:r w:rsidR="00D405C4">
        <w:rPr>
          <w:rFonts w:ascii="Corbel" w:hAnsi="Corbel"/>
          <w:sz w:val="24"/>
          <w:szCs w:val="24"/>
        </w:rPr>
        <w:t>iów</w:t>
      </w:r>
      <w:r w:rsidR="00D405C4" w:rsidRPr="6B6455DD">
        <w:rPr>
          <w:rFonts w:ascii="Corbel" w:hAnsi="Corbel"/>
          <w:sz w:val="24"/>
          <w:szCs w:val="24"/>
        </w:rPr>
        <w:t>, laborator</w:t>
      </w:r>
      <w:r w:rsidR="00D405C4">
        <w:rPr>
          <w:rFonts w:ascii="Corbel" w:hAnsi="Corbel"/>
          <w:sz w:val="24"/>
          <w:szCs w:val="24"/>
        </w:rPr>
        <w:t>iów</w:t>
      </w:r>
      <w:r w:rsidR="00D405C4" w:rsidRPr="6B6455DD">
        <w:rPr>
          <w:rFonts w:ascii="Corbel" w:hAnsi="Corbel"/>
          <w:sz w:val="24"/>
          <w:szCs w:val="24"/>
        </w:rPr>
        <w:t>, zajęć praktycznych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8217"/>
        <w:gridCol w:w="713"/>
      </w:tblGrid>
      <w:tr w:rsidR="0085747A" w:rsidRPr="009C54AE" w14:paraId="416E9990" w14:textId="77777777" w:rsidTr="4792F45A">
        <w:tc>
          <w:tcPr>
            <w:tcW w:w="9591" w:type="dxa"/>
            <w:gridSpan w:val="3"/>
          </w:tcPr>
          <w:p w14:paraId="083702A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6C19" w:rsidRPr="00E71969" w14:paraId="07E97CE5" w14:textId="77777777" w:rsidTr="4792F45A">
        <w:trPr>
          <w:trHeight w:val="325"/>
        </w:trPr>
        <w:tc>
          <w:tcPr>
            <w:tcW w:w="661" w:type="dxa"/>
          </w:tcPr>
          <w:p w14:paraId="4B0606AC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413ADAC3" w14:textId="19BF5E72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Geneza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09E7425C" w14:textId="7871B768" w:rsidR="00456C19" w:rsidRPr="00E71969" w:rsidRDefault="007B2DC8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56C19" w:rsidRPr="00E71969" w14:paraId="76C837FD" w14:textId="77777777" w:rsidTr="4792F45A">
        <w:trPr>
          <w:trHeight w:val="263"/>
        </w:trPr>
        <w:tc>
          <w:tcPr>
            <w:tcW w:w="661" w:type="dxa"/>
          </w:tcPr>
          <w:p w14:paraId="23691CE2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1285CCB7" w14:textId="5D970571" w:rsidR="00456C19" w:rsidRPr="00E71969" w:rsidRDefault="00413389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Poję</w:t>
            </w:r>
            <w:r w:rsidR="00F448DA">
              <w:rPr>
                <w:rFonts w:ascii="Corbel" w:eastAsia="Cambria" w:hAnsi="Corbel"/>
                <w:sz w:val="24"/>
                <w:szCs w:val="24"/>
              </w:rPr>
              <w:t>cie i cechy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320B4E51" w14:textId="3D56507D" w:rsidR="00456C19" w:rsidRPr="00E71969" w:rsidRDefault="007B2DC8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56C19" w:rsidRPr="00E71969" w14:paraId="0DBE1E8E" w14:textId="77777777" w:rsidTr="4792F45A">
        <w:trPr>
          <w:trHeight w:val="262"/>
        </w:trPr>
        <w:tc>
          <w:tcPr>
            <w:tcW w:w="661" w:type="dxa"/>
          </w:tcPr>
          <w:p w14:paraId="7A18D872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26349137" w14:textId="7580FDBA" w:rsidR="00456C19" w:rsidRPr="00E71969" w:rsidRDefault="1017E6F3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4792F45A">
              <w:rPr>
                <w:rFonts w:ascii="Corbel" w:eastAsia="Cambria" w:hAnsi="Corbel"/>
                <w:sz w:val="24"/>
                <w:szCs w:val="24"/>
              </w:rPr>
              <w:t>Ujęcia policji administracyjnej</w:t>
            </w:r>
            <w:r w:rsidR="00D405C4" w:rsidRPr="4792F45A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49B3B1F0" w14:textId="37CA36B1" w:rsidR="00456C19" w:rsidRPr="00E71969" w:rsidRDefault="007B2DC8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56C19" w:rsidRPr="00E71969" w14:paraId="716586FE" w14:textId="77777777" w:rsidTr="4792F45A">
        <w:trPr>
          <w:trHeight w:val="315"/>
        </w:trPr>
        <w:tc>
          <w:tcPr>
            <w:tcW w:w="661" w:type="dxa"/>
          </w:tcPr>
          <w:p w14:paraId="51A6E34F" w14:textId="77777777" w:rsidR="00456C19" w:rsidRPr="00E71969" w:rsidRDefault="00456C19" w:rsidP="00D405C4">
            <w:pPr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0A6B309C" w14:textId="189AF2FB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Zasady działania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4D347B28" w14:textId="2E404AEC" w:rsidR="00456C19" w:rsidRPr="00E71969" w:rsidRDefault="007B2DC8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1969" w:rsidRPr="00E71969" w14:paraId="5E31414D" w14:textId="77777777" w:rsidTr="4792F45A">
        <w:trPr>
          <w:trHeight w:val="262"/>
        </w:trPr>
        <w:tc>
          <w:tcPr>
            <w:tcW w:w="661" w:type="dxa"/>
          </w:tcPr>
          <w:p w14:paraId="5EF8B9D4" w14:textId="77777777" w:rsidR="00E71969" w:rsidRPr="00E71969" w:rsidRDefault="00E7196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06FDE817" w14:textId="0B685317" w:rsidR="00E7196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Prawne formy działania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55BD6750" w14:textId="77777777" w:rsidR="00E7196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7B685255" w14:textId="77777777" w:rsidTr="4792F45A">
        <w:trPr>
          <w:trHeight w:val="262"/>
        </w:trPr>
        <w:tc>
          <w:tcPr>
            <w:tcW w:w="661" w:type="dxa"/>
          </w:tcPr>
          <w:p w14:paraId="22A30DA0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644E871E" w14:textId="3C484CE8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Organy administracji ogólnej jako policja administracyjna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  <w:r w:rsidR="00456C19" w:rsidRPr="00E71969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713" w:type="dxa"/>
          </w:tcPr>
          <w:p w14:paraId="33A27B7E" w14:textId="77777777" w:rsidR="00456C1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3697A3F9" w14:textId="77777777" w:rsidTr="4792F45A">
        <w:trPr>
          <w:trHeight w:val="250"/>
        </w:trPr>
        <w:tc>
          <w:tcPr>
            <w:tcW w:w="661" w:type="dxa"/>
          </w:tcPr>
          <w:p w14:paraId="6C2B849B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C8B26B8" w14:textId="3CBB38EC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Umundurowane i uzbrojone formacje policji administracyjnej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615936C9" w14:textId="77777777" w:rsidR="00456C1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213C35E2" w14:textId="77777777" w:rsidTr="4792F45A">
        <w:trPr>
          <w:trHeight w:val="262"/>
        </w:trPr>
        <w:tc>
          <w:tcPr>
            <w:tcW w:w="661" w:type="dxa"/>
          </w:tcPr>
          <w:p w14:paraId="727A50F5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980CE79" w14:textId="75838B00" w:rsidR="00456C19" w:rsidRPr="00E71969" w:rsidRDefault="00F448DA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Policja jako organ policji administracyjnej o kompetencjach ogólnych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3D7DE162" w14:textId="77777777" w:rsidR="00456C19" w:rsidRPr="00E71969" w:rsidRDefault="00F448DA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68A75B7A" w14:textId="77777777" w:rsidTr="4792F45A">
        <w:trPr>
          <w:trHeight w:val="250"/>
        </w:trPr>
        <w:tc>
          <w:tcPr>
            <w:tcW w:w="661" w:type="dxa"/>
          </w:tcPr>
          <w:p w14:paraId="1DEBEB4E" w14:textId="77777777" w:rsidR="00456C19" w:rsidRPr="00E71969" w:rsidRDefault="00456C19" w:rsidP="00D405C4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7EAEDEC2" w14:textId="527873F6" w:rsidR="00456C19" w:rsidRPr="00E71969" w:rsidRDefault="00F448DA" w:rsidP="00D405C4">
            <w:pPr>
              <w:spacing w:after="12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Nieumundurowane, cywilne podmioty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15A4A700" w14:textId="77777777" w:rsidR="00456C19" w:rsidRPr="00E71969" w:rsidRDefault="009E54FD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E54FD" w:rsidRPr="00E71969" w14:paraId="5B1CBF69" w14:textId="77777777" w:rsidTr="4792F45A">
        <w:trPr>
          <w:trHeight w:val="275"/>
        </w:trPr>
        <w:tc>
          <w:tcPr>
            <w:tcW w:w="661" w:type="dxa"/>
          </w:tcPr>
          <w:p w14:paraId="776D452A" w14:textId="6D22DDBD" w:rsidR="009E54FD" w:rsidRPr="009E54FD" w:rsidRDefault="4D54A0FF" w:rsidP="00D405C4">
            <w:pPr>
              <w:spacing w:after="120" w:line="240" w:lineRule="auto"/>
              <w:ind w:left="360" w:hanging="360"/>
              <w:rPr>
                <w:rFonts w:ascii="Corbel" w:eastAsia="Cambria" w:hAnsi="Corbel"/>
                <w:sz w:val="24"/>
                <w:szCs w:val="24"/>
              </w:rPr>
            </w:pPr>
            <w:r w:rsidRPr="0E24FCBA">
              <w:rPr>
                <w:rFonts w:ascii="Corbel" w:eastAsia="Cambria" w:hAnsi="Corbel"/>
                <w:sz w:val="24"/>
                <w:szCs w:val="24"/>
              </w:rPr>
              <w:t>10.</w:t>
            </w:r>
          </w:p>
        </w:tc>
        <w:tc>
          <w:tcPr>
            <w:tcW w:w="8217" w:type="dxa"/>
          </w:tcPr>
          <w:p w14:paraId="3603410A" w14:textId="72059309" w:rsidR="009E54FD" w:rsidRPr="00E71969" w:rsidRDefault="009E54FD" w:rsidP="00D405C4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Formacje prywatne i samorządowe</w:t>
            </w:r>
            <w:r w:rsidR="00D405C4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14:paraId="35E2DBF3" w14:textId="1D1E79EB" w:rsidR="009E54FD" w:rsidRPr="00E71969" w:rsidRDefault="007B2DC8" w:rsidP="00D405C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56C19" w:rsidRPr="00E71969" w14:paraId="0F5639F7" w14:textId="77777777" w:rsidTr="004027A9">
        <w:trPr>
          <w:trHeight w:val="128"/>
        </w:trPr>
        <w:tc>
          <w:tcPr>
            <w:tcW w:w="661" w:type="dxa"/>
          </w:tcPr>
          <w:p w14:paraId="78E7F994" w14:textId="77777777" w:rsidR="00456C19" w:rsidRPr="009E54FD" w:rsidRDefault="00456C19" w:rsidP="004027A9">
            <w:pPr>
              <w:spacing w:after="0" w:line="240" w:lineRule="auto"/>
              <w:ind w:hanging="720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217" w:type="dxa"/>
            <w:vAlign w:val="center"/>
          </w:tcPr>
          <w:p w14:paraId="765EAC2E" w14:textId="77777777" w:rsidR="00456C19" w:rsidRPr="00E71969" w:rsidRDefault="009E54FD" w:rsidP="004027A9">
            <w:pPr>
              <w:spacing w:after="0" w:line="240" w:lineRule="auto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713" w:type="dxa"/>
            <w:vAlign w:val="center"/>
          </w:tcPr>
          <w:p w14:paraId="29006603" w14:textId="61024D03" w:rsidR="00456C19" w:rsidRPr="00E71969" w:rsidRDefault="007B2DC8" w:rsidP="004027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9FA67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4FA7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E24FCBA">
        <w:rPr>
          <w:rFonts w:ascii="Corbel" w:hAnsi="Corbel"/>
          <w:smallCaps w:val="0"/>
        </w:rPr>
        <w:t>3.4 Metody dydaktyczne</w:t>
      </w:r>
      <w:r w:rsidRPr="0E24FCBA">
        <w:rPr>
          <w:rFonts w:ascii="Corbel" w:hAnsi="Corbel"/>
          <w:b w:val="0"/>
          <w:smallCaps w:val="0"/>
        </w:rPr>
        <w:t xml:space="preserve"> </w:t>
      </w:r>
    </w:p>
    <w:p w14:paraId="478C0F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4D59DC" w14:textId="5CE7F787" w:rsidR="00957E9F" w:rsidRPr="00892893" w:rsidRDefault="00957E9F" w:rsidP="4792F45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792F45A">
        <w:rPr>
          <w:rFonts w:ascii="Corbel" w:hAnsi="Corbel"/>
          <w:b w:val="0"/>
          <w:smallCaps w:val="0"/>
        </w:rPr>
        <w:t>Konwersatorium z prezentacją multimedialną, analiza i interpretacja tekstów źródłowych, praca w grupach, analiza przypadków.</w:t>
      </w:r>
    </w:p>
    <w:p w14:paraId="297D32A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0DE3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EEB7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0625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DF2C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237"/>
        <w:gridCol w:w="2126"/>
      </w:tblGrid>
      <w:tr w:rsidR="0085747A" w:rsidRPr="009C54AE" w14:paraId="33816599" w14:textId="77777777" w:rsidTr="004027A9">
        <w:tc>
          <w:tcPr>
            <w:tcW w:w="1276" w:type="dxa"/>
            <w:vAlign w:val="center"/>
          </w:tcPr>
          <w:p w14:paraId="01BD99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61BC99EC" w14:textId="77777777" w:rsidR="0085747A" w:rsidRPr="009C54AE" w:rsidRDefault="00383E7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69CF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38E7C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21D1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02CE2" w:rsidRPr="00602CE2" w14:paraId="5B270C58" w14:textId="77777777" w:rsidTr="004027A9">
        <w:tc>
          <w:tcPr>
            <w:tcW w:w="1276" w:type="dxa"/>
          </w:tcPr>
          <w:p w14:paraId="06236924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237" w:type="dxa"/>
          </w:tcPr>
          <w:p w14:paraId="1785334B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6C0D73F9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="00602CE2"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7E8495F3" w14:textId="77777777" w:rsidTr="004027A9">
        <w:tc>
          <w:tcPr>
            <w:tcW w:w="1276" w:type="dxa"/>
          </w:tcPr>
          <w:p w14:paraId="04117399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02C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02CE2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237" w:type="dxa"/>
          </w:tcPr>
          <w:p w14:paraId="2C8C7014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22B46B49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7DD31C20" w14:textId="77777777" w:rsidTr="004027A9">
        <w:tc>
          <w:tcPr>
            <w:tcW w:w="1276" w:type="dxa"/>
          </w:tcPr>
          <w:p w14:paraId="3F798197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336D5081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03B625C1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487329CD" w14:textId="77777777" w:rsidTr="004027A9">
        <w:tc>
          <w:tcPr>
            <w:tcW w:w="1276" w:type="dxa"/>
          </w:tcPr>
          <w:p w14:paraId="26EAEE9D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1DD0C199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6C9FC5C6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645A" w:rsidRPr="00602CE2" w14:paraId="5E752888" w14:textId="77777777" w:rsidTr="004027A9">
        <w:tc>
          <w:tcPr>
            <w:tcW w:w="1276" w:type="dxa"/>
          </w:tcPr>
          <w:p w14:paraId="05177478" w14:textId="77777777" w:rsidR="0016645A" w:rsidRPr="00602CE2" w:rsidRDefault="0016645A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6FDBCEA5" w14:textId="77777777" w:rsidR="0016645A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5E9392D7" w14:textId="77777777" w:rsidR="0016645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645A" w:rsidRPr="00602CE2" w14:paraId="5CFBD342" w14:textId="77777777" w:rsidTr="004027A9">
        <w:tc>
          <w:tcPr>
            <w:tcW w:w="1276" w:type="dxa"/>
          </w:tcPr>
          <w:p w14:paraId="4FA0CEDC" w14:textId="77777777" w:rsidR="0016645A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="0016645A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672CA583" w14:textId="77777777" w:rsidR="0016645A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6D67964" w14:textId="77777777" w:rsidR="0016645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645A" w:rsidRPr="00602CE2" w14:paraId="275E55A8" w14:textId="77777777" w:rsidTr="004027A9">
        <w:tc>
          <w:tcPr>
            <w:tcW w:w="1276" w:type="dxa"/>
          </w:tcPr>
          <w:p w14:paraId="43E47453" w14:textId="77777777" w:rsidR="0016645A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  <w:r w:rsidR="0016645A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2E4F7CD4" w14:textId="77777777" w:rsidR="0016645A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3A74A157" w14:textId="77777777" w:rsidR="0016645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79F5C4A1" w14:textId="77777777" w:rsidTr="004027A9">
        <w:tc>
          <w:tcPr>
            <w:tcW w:w="1276" w:type="dxa"/>
          </w:tcPr>
          <w:p w14:paraId="6908D9B5" w14:textId="77777777" w:rsidR="00602CE2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="00602CE2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1394E021" w14:textId="77777777" w:rsidR="00602CE2" w:rsidRPr="00602CE2" w:rsidRDefault="0016645A" w:rsidP="00D405C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14:paraId="516710A1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4FB32D03" w14:textId="77777777" w:rsidTr="004027A9">
        <w:trPr>
          <w:trHeight w:val="860"/>
        </w:trPr>
        <w:tc>
          <w:tcPr>
            <w:tcW w:w="1276" w:type="dxa"/>
          </w:tcPr>
          <w:p w14:paraId="64855404" w14:textId="77777777" w:rsidR="00602CE2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D8768B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6237" w:type="dxa"/>
          </w:tcPr>
          <w:p w14:paraId="69F4FD49" w14:textId="77777777" w:rsidR="00602CE2" w:rsidRPr="00602CE2" w:rsidRDefault="0016645A" w:rsidP="004027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="00413389">
              <w:rPr>
                <w:rFonts w:ascii="Corbel" w:hAnsi="Corbel"/>
                <w:sz w:val="24"/>
                <w:szCs w:val="24"/>
              </w:rPr>
              <w:t xml:space="preserve"> </w:t>
            </w:r>
            <w:r w:rsidR="00413389"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 w:rsidR="00413389">
              <w:rPr>
                <w:rFonts w:ascii="Corbel" w:hAnsi="Corbel"/>
                <w:sz w:val="24"/>
                <w:szCs w:val="24"/>
              </w:rPr>
              <w:t>.</w:t>
            </w:r>
            <w:r w:rsidR="00413389" w:rsidRP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="00602CE2"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14:paraId="76A5BF92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2CE2" w:rsidRPr="00602CE2" w14:paraId="456B7B21" w14:textId="77777777" w:rsidTr="004027A9">
        <w:tc>
          <w:tcPr>
            <w:tcW w:w="1276" w:type="dxa"/>
          </w:tcPr>
          <w:p w14:paraId="27D2B85D" w14:textId="77777777" w:rsidR="00602CE2" w:rsidRPr="00602CE2" w:rsidRDefault="00D8768B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10</w:t>
            </w:r>
            <w:r w:rsidR="00602CE2"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59F78D51" w14:textId="77777777" w:rsidR="00602CE2" w:rsidRPr="00602CE2" w:rsidRDefault="00602CE2" w:rsidP="004027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14:paraId="08F54BD9" w14:textId="77777777" w:rsidR="00602CE2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602CE2" w14:paraId="557C6703" w14:textId="77777777" w:rsidTr="004027A9">
        <w:tc>
          <w:tcPr>
            <w:tcW w:w="1276" w:type="dxa"/>
          </w:tcPr>
          <w:p w14:paraId="475F7CC6" w14:textId="77777777" w:rsidR="0085747A" w:rsidRPr="00602CE2" w:rsidRDefault="00602CE2" w:rsidP="00D405C4">
            <w:pPr>
              <w:pStyle w:val="Punktygwne"/>
              <w:spacing w:before="0" w:after="12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</w:t>
            </w:r>
            <w:r w:rsidR="00D8768B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6237" w:type="dxa"/>
          </w:tcPr>
          <w:p w14:paraId="3542A553" w14:textId="77777777" w:rsidR="0085747A" w:rsidRPr="00602CE2" w:rsidRDefault="004977ED" w:rsidP="004027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2CE2">
              <w:rPr>
                <w:rFonts w:ascii="Corbel" w:hAnsi="Corbel"/>
                <w:sz w:val="24"/>
                <w:szCs w:val="24"/>
              </w:rPr>
              <w:t>Obecność na zajęciach, obserwacja w trakcie zajęć, rozwiązywanie postawionych problemów</w:t>
            </w:r>
          </w:p>
        </w:tc>
        <w:tc>
          <w:tcPr>
            <w:tcW w:w="2126" w:type="dxa"/>
          </w:tcPr>
          <w:p w14:paraId="58CD427C" w14:textId="77777777" w:rsidR="0085747A" w:rsidRPr="00602CE2" w:rsidRDefault="0016645A" w:rsidP="00D405C4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02C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88C1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6F26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31CAF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DD3AA6" w14:textId="77777777" w:rsidTr="004027A9">
        <w:trPr>
          <w:trHeight w:val="4211"/>
        </w:trPr>
        <w:tc>
          <w:tcPr>
            <w:tcW w:w="9670" w:type="dxa"/>
          </w:tcPr>
          <w:p w14:paraId="262D2CAB" w14:textId="4920FAB8" w:rsidR="00D405C4" w:rsidRPr="00527E41" w:rsidRDefault="00D405C4" w:rsidP="00D405C4">
            <w:pPr>
              <w:jc w:val="both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konwersatorium odbywa na podstawie – frekwencji i aktywności na zajęciach oraz kolokwiów, z których ocena pozytywna osiągana jest w przypadku uzyskania ponad 50% poprawnych odpowiedzi.</w:t>
            </w:r>
            <w:r w:rsidRPr="00527E41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2E1774FD" w14:textId="77777777" w:rsidR="00D405C4" w:rsidRPr="00527E41" w:rsidRDefault="00D405C4" w:rsidP="00D405C4">
            <w:pPr>
              <w:jc w:val="both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527E41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54EFD1B8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0F4D6872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27ACA6C5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2586A6BD" w14:textId="29EFFC5A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proofErr w:type="spellStart"/>
            <w:r w:rsidRPr="4792F45A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4792F45A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39B76BF7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4CB5AB43" w14:textId="77777777" w:rsidR="00D405C4" w:rsidRPr="00527E41" w:rsidRDefault="00D405C4" w:rsidP="00D405C4">
            <w:pPr>
              <w:spacing w:after="0"/>
              <w:rPr>
                <w:rFonts w:ascii="Corbel" w:hAnsi="Corbel"/>
              </w:rPr>
            </w:pP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29443CCD" w14:textId="3675A068" w:rsidR="0085747A" w:rsidRPr="00D405C4" w:rsidRDefault="00D405C4" w:rsidP="00D405C4">
            <w:pPr>
              <w:spacing w:after="0"/>
            </w:pPr>
            <w:proofErr w:type="spellStart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527E41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.- poniżej 50 %</w:t>
            </w:r>
          </w:p>
        </w:tc>
      </w:tr>
    </w:tbl>
    <w:p w14:paraId="771FB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7C5B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3972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175944BE" w14:textId="77777777" w:rsidTr="004027A9">
        <w:tc>
          <w:tcPr>
            <w:tcW w:w="5103" w:type="dxa"/>
            <w:vAlign w:val="center"/>
          </w:tcPr>
          <w:p w14:paraId="0DF2EA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3B11077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096F99" w14:textId="77777777" w:rsidTr="004027A9">
        <w:tc>
          <w:tcPr>
            <w:tcW w:w="5103" w:type="dxa"/>
          </w:tcPr>
          <w:p w14:paraId="56AEE9F0" w14:textId="5A5B3583" w:rsidR="0085747A" w:rsidRPr="009C54AE" w:rsidRDefault="00C61DC5" w:rsidP="00602C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>G</w:t>
            </w:r>
            <w:r w:rsidR="0085747A" w:rsidRPr="0E24FCBA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795B0C8D" w:rsidRPr="0E24FC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E24FC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0F518FE1" w14:textId="56DF7A17" w:rsidR="0085747A" w:rsidRPr="009C54AE" w:rsidRDefault="007B2DC8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792F45A">
              <w:rPr>
                <w:rFonts w:ascii="Corbel" w:hAnsi="Corbel"/>
                <w:sz w:val="24"/>
                <w:szCs w:val="24"/>
              </w:rPr>
              <w:t>15</w:t>
            </w:r>
            <w:r w:rsidR="00D405C4" w:rsidRPr="4792F45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0058834" w14:textId="77777777" w:rsidTr="004027A9">
        <w:tc>
          <w:tcPr>
            <w:tcW w:w="5103" w:type="dxa"/>
          </w:tcPr>
          <w:p w14:paraId="500B17A6" w14:textId="647A39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792F4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E7708A8" w:rsidRPr="4792F4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9717B1" w14:textId="77777777" w:rsidR="00C61DC5" w:rsidRPr="009C54AE" w:rsidRDefault="00C61DC5" w:rsidP="00602C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4374B9B7" w14:textId="59F8B412" w:rsidR="00C61DC5" w:rsidRPr="009C54AE" w:rsidRDefault="0016645A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405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028256D3" w14:textId="77777777" w:rsidTr="004027A9">
        <w:tc>
          <w:tcPr>
            <w:tcW w:w="5103" w:type="dxa"/>
          </w:tcPr>
          <w:p w14:paraId="1F4734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09AB0F9B" w14:textId="671B8A72" w:rsidR="00C61DC5" w:rsidRPr="009C54AE" w:rsidRDefault="007B2DC8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D405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395B9390" w14:textId="77777777" w:rsidTr="004027A9">
        <w:tc>
          <w:tcPr>
            <w:tcW w:w="5103" w:type="dxa"/>
          </w:tcPr>
          <w:p w14:paraId="5D4981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6808EC3B" w14:textId="2567A23A" w:rsidR="0085747A" w:rsidRPr="009C54AE" w:rsidRDefault="0016645A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87</w:t>
            </w:r>
            <w:r w:rsidR="00D405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505B2595" w14:textId="77777777" w:rsidTr="004027A9">
        <w:tc>
          <w:tcPr>
            <w:tcW w:w="5103" w:type="dxa"/>
          </w:tcPr>
          <w:p w14:paraId="0938C6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621164F6" w14:textId="5690E1B3" w:rsidR="0085747A" w:rsidRPr="009C54AE" w:rsidRDefault="656D19B3" w:rsidP="00383E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>3</w:t>
            </w:r>
            <w:r w:rsidR="5F189BAD" w:rsidRPr="0E24FC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3BD9467" w14:textId="77777777" w:rsidR="0085747A" w:rsidRPr="009C54AE" w:rsidRDefault="00923D7D" w:rsidP="004027A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4792F45A">
        <w:rPr>
          <w:rFonts w:ascii="Corbel" w:hAnsi="Corbel"/>
          <w:b w:val="0"/>
          <w:i/>
          <w:iCs/>
          <w:smallCaps w:val="0"/>
        </w:rPr>
        <w:t xml:space="preserve">* </w:t>
      </w:r>
      <w:r w:rsidR="00C61DC5" w:rsidRPr="4792F45A">
        <w:rPr>
          <w:rFonts w:ascii="Corbel" w:hAnsi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05BED81A" w14:textId="21649F90" w:rsidR="4792F45A" w:rsidRDefault="4792F45A"/>
    <w:p w14:paraId="25E6A5B7" w14:textId="67743457" w:rsidR="4792F45A" w:rsidRDefault="4792F45A" w:rsidP="4792F45A">
      <w:pPr>
        <w:pStyle w:val="Punktygwne"/>
        <w:spacing w:before="0" w:after="0"/>
        <w:rPr>
          <w:rFonts w:ascii="Corbel" w:hAnsi="Corbel"/>
          <w:smallCaps w:val="0"/>
        </w:rPr>
      </w:pPr>
    </w:p>
    <w:p w14:paraId="7272E9DA" w14:textId="5502BD0C" w:rsidR="0085747A" w:rsidRPr="009C54AE" w:rsidRDefault="0071620A" w:rsidP="4792F45A">
      <w:pPr>
        <w:pStyle w:val="Punktygwne"/>
        <w:spacing w:before="0" w:after="0"/>
        <w:rPr>
          <w:rFonts w:ascii="Corbel" w:hAnsi="Corbel"/>
          <w:smallCaps w:val="0"/>
        </w:rPr>
      </w:pPr>
      <w:r w:rsidRPr="4792F45A">
        <w:rPr>
          <w:rFonts w:ascii="Corbel" w:hAnsi="Corbel"/>
          <w:smallCaps w:val="0"/>
        </w:rPr>
        <w:t xml:space="preserve">6. </w:t>
      </w:r>
      <w:r w:rsidR="0085747A" w:rsidRPr="4792F45A">
        <w:rPr>
          <w:rFonts w:ascii="Corbel" w:hAnsi="Corbel"/>
          <w:smallCaps w:val="0"/>
        </w:rPr>
        <w:t>PRAKTYKI ZAWODOWE W RAMACH PRZEDMIOTU</w:t>
      </w:r>
    </w:p>
    <w:p w14:paraId="3D8240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85747A" w:rsidRPr="009C54AE" w14:paraId="7577555F" w14:textId="77777777" w:rsidTr="004027A9">
        <w:trPr>
          <w:trHeight w:val="397"/>
        </w:trPr>
        <w:tc>
          <w:tcPr>
            <w:tcW w:w="3686" w:type="dxa"/>
          </w:tcPr>
          <w:p w14:paraId="48E36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56F0F86D" w14:textId="731F3109" w:rsidR="0085747A" w:rsidRPr="009C54AE" w:rsidRDefault="3B9DC642" w:rsidP="4792F4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792F45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Nie dotyczy </w:t>
            </w:r>
          </w:p>
        </w:tc>
      </w:tr>
      <w:tr w:rsidR="0085747A" w:rsidRPr="009C54AE" w14:paraId="58136693" w14:textId="77777777" w:rsidTr="004027A9">
        <w:trPr>
          <w:trHeight w:val="397"/>
        </w:trPr>
        <w:tc>
          <w:tcPr>
            <w:tcW w:w="3686" w:type="dxa"/>
          </w:tcPr>
          <w:p w14:paraId="7E130D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090DD024" w14:textId="34C9D4DC" w:rsidR="0085747A" w:rsidRPr="009C54AE" w:rsidRDefault="0A853790" w:rsidP="0E24F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E24FCB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  <w:p w14:paraId="3BF2437A" w14:textId="70238294" w:rsidR="0085747A" w:rsidRPr="009C54AE" w:rsidRDefault="0085747A" w:rsidP="0E24FCB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693547AA" w14:textId="6524C624" w:rsidR="00527E41" w:rsidRDefault="00527E41" w:rsidP="4792F4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6C34A28" w14:textId="77777777" w:rsidR="00527E41" w:rsidRDefault="00527E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483737" w14:textId="77777777" w:rsidR="004027A9" w:rsidRDefault="004027A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BF25E2E" w14:textId="0A8B5BA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13EF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1536A" w14:paraId="7C9AB1DD" w14:textId="77777777" w:rsidTr="4792F45A">
        <w:trPr>
          <w:trHeight w:val="397"/>
        </w:trPr>
        <w:tc>
          <w:tcPr>
            <w:tcW w:w="7513" w:type="dxa"/>
          </w:tcPr>
          <w:p w14:paraId="03CBF489" w14:textId="77777777" w:rsidR="0085747A" w:rsidRPr="0061536A" w:rsidRDefault="0085747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0E24FCB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055CCA0" w14:textId="608479F1" w:rsidR="0E24FCBA" w:rsidRDefault="0E24FCB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270D50E" w14:textId="77777777" w:rsidR="000E6C2D" w:rsidRPr="00A12971" w:rsidRDefault="00E038A7" w:rsidP="00A12971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 xml:space="preserve">1. </w:t>
            </w:r>
            <w:r w:rsidR="000E6C2D" w:rsidRPr="00A12971">
              <w:rPr>
                <w:rFonts w:ascii="Corbel" w:hAnsi="Corbel"/>
                <w:sz w:val="24"/>
                <w:szCs w:val="24"/>
              </w:rPr>
              <w:t xml:space="preserve">B. Jaworski, </w:t>
            </w:r>
            <w:r w:rsidR="000E6C2D" w:rsidRPr="00A12971">
              <w:rPr>
                <w:rFonts w:ascii="Corbel" w:hAnsi="Corbel"/>
                <w:i/>
                <w:sz w:val="24"/>
                <w:szCs w:val="24"/>
              </w:rPr>
              <w:t>Policja administracyjna, TNOiK „Dom Organizatora”, Toruń 2019.</w:t>
            </w:r>
          </w:p>
          <w:p w14:paraId="7DAA5725" w14:textId="77777777" w:rsidR="00602EA6" w:rsidRPr="00A12971" w:rsidRDefault="00602EA6" w:rsidP="00A12971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 xml:space="preserve">2.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Adamczyk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Publicznoprawne formy działania administracji. Teoria </w:t>
            </w:r>
            <w:r w:rsidR="00A12971" w:rsidRPr="00A12971">
              <w:rPr>
                <w:rFonts w:ascii="Corbel" w:hAnsi="Corbel"/>
                <w:i/>
                <w:sz w:val="24"/>
                <w:szCs w:val="24"/>
              </w:rPr>
              <w:br/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 praktyka, </w:t>
            </w:r>
            <w:r w:rsidRPr="00A12971">
              <w:rPr>
                <w:rFonts w:ascii="Corbel" w:hAnsi="Corbel"/>
                <w:sz w:val="24"/>
                <w:szCs w:val="24"/>
              </w:rPr>
              <w:t>Difin, Warszawa 2013.</w:t>
            </w:r>
          </w:p>
          <w:p w14:paraId="0ADE1736" w14:textId="77777777" w:rsidR="00602EA6" w:rsidRPr="00A12971" w:rsidRDefault="00602EA6" w:rsidP="00A12971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Boć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Sfery ingerencji administracji,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Prawo administracyjne. Wydanie dwunaste, poprawione, </w:t>
            </w:r>
            <w:r w:rsidRPr="00A12971">
              <w:rPr>
                <w:rFonts w:ascii="Corbel" w:hAnsi="Corbel"/>
                <w:sz w:val="24"/>
                <w:szCs w:val="24"/>
              </w:rPr>
              <w:t>red. J. Boć, Kolonia Limited, Wrocław 2007.</w:t>
            </w:r>
          </w:p>
          <w:p w14:paraId="052D3455" w14:textId="77777777" w:rsidR="00602EA6" w:rsidRPr="00A12971" w:rsidRDefault="00602EA6" w:rsidP="00A12971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12971">
              <w:rPr>
                <w:rFonts w:ascii="Corbel" w:hAnsi="Corbel"/>
                <w:sz w:val="24"/>
                <w:szCs w:val="24"/>
              </w:rPr>
              <w:t>Chajbowicz</w:t>
            </w:r>
            <w:proofErr w:type="spellEnd"/>
            <w:r w:rsidRPr="00A12971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>Policja administracyjna jako sfera ingerencji administracji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Między tradycją a przyszłością w nauce prawa administracyjnego, Księga jubileuszowa dedykowana Profesorowi Janowi </w:t>
            </w:r>
            <w:proofErr w:type="spellStart"/>
            <w:r w:rsidRPr="00A12971">
              <w:rPr>
                <w:rFonts w:ascii="Corbel" w:hAnsi="Corbel"/>
                <w:i/>
                <w:sz w:val="24"/>
                <w:szCs w:val="24"/>
              </w:rPr>
              <w:t>Bociowi</w:t>
            </w:r>
            <w:proofErr w:type="spellEnd"/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red. J. </w:t>
            </w:r>
            <w:proofErr w:type="spellStart"/>
            <w:r w:rsidRPr="00A12971">
              <w:rPr>
                <w:rFonts w:ascii="Corbel" w:hAnsi="Corbel"/>
                <w:sz w:val="24"/>
                <w:szCs w:val="24"/>
              </w:rPr>
              <w:t>Supernat</w:t>
            </w:r>
            <w:proofErr w:type="spellEnd"/>
            <w:r w:rsidRPr="00A12971">
              <w:rPr>
                <w:rFonts w:ascii="Corbel" w:hAnsi="Corbel"/>
                <w:sz w:val="24"/>
                <w:szCs w:val="24"/>
              </w:rPr>
              <w:t>, Wydawnictwo Uniwersytetu Wrocławskiego, Wrocław 2009.</w:t>
            </w:r>
          </w:p>
          <w:p w14:paraId="323D5FD2" w14:textId="40ABAB1A" w:rsidR="00E038A7" w:rsidRPr="00A12971" w:rsidRDefault="4C817C18" w:rsidP="00A12971">
            <w:pPr>
              <w:pStyle w:val="Tekstprzypisudolnego"/>
              <w:numPr>
                <w:ilvl w:val="0"/>
                <w:numId w:val="5"/>
              </w:numPr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4792F45A">
              <w:rPr>
                <w:rFonts w:ascii="Corbel" w:eastAsia="Cambria" w:hAnsi="Corbel"/>
                <w:sz w:val="24"/>
                <w:szCs w:val="24"/>
              </w:rPr>
              <w:t xml:space="preserve">S. Pieprzny, </w:t>
            </w:r>
            <w:r w:rsidRPr="4792F45A">
              <w:rPr>
                <w:rFonts w:ascii="Corbel" w:eastAsia="Cambria" w:hAnsi="Corbel"/>
                <w:i/>
                <w:iCs/>
                <w:sz w:val="24"/>
                <w:szCs w:val="24"/>
              </w:rPr>
              <w:t>Policja – organizacja i funkcjonowanie</w:t>
            </w:r>
            <w:r w:rsidRPr="4792F45A">
              <w:rPr>
                <w:rFonts w:ascii="Corbel" w:eastAsia="Cambria" w:hAnsi="Corbel"/>
                <w:sz w:val="24"/>
                <w:szCs w:val="24"/>
              </w:rPr>
              <w:t>, Wolters Kluwer Warszawa 2011.</w:t>
            </w:r>
          </w:p>
          <w:p w14:paraId="7791C4F1" w14:textId="77777777" w:rsidR="0061536A" w:rsidRPr="00A12971" w:rsidRDefault="00A12971" w:rsidP="00A12971">
            <w:pPr>
              <w:spacing w:after="0" w:line="240" w:lineRule="auto"/>
              <w:ind w:left="318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 xml:space="preserve">6.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B. Jaworski, </w:t>
            </w:r>
            <w:r w:rsidR="0061536A" w:rsidRPr="00A12971">
              <w:rPr>
                <w:rFonts w:ascii="Corbel" w:eastAsia="Cambria" w:hAnsi="Corbel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ZPH </w:t>
            </w:r>
            <w:proofErr w:type="spellStart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Arteks</w:t>
            </w:r>
            <w:proofErr w:type="spellEnd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, Rzeszów 2016.</w:t>
            </w:r>
          </w:p>
          <w:p w14:paraId="2E3D4099" w14:textId="77777777" w:rsidR="00E038A7" w:rsidRPr="00A12971" w:rsidRDefault="00A12971" w:rsidP="00A12971">
            <w:p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7</w:t>
            </w:r>
            <w:r w:rsidR="0061536A" w:rsidRPr="00A12971">
              <w:rPr>
                <w:rFonts w:ascii="Corbel" w:hAnsi="Corbel"/>
                <w:sz w:val="24"/>
                <w:szCs w:val="24"/>
              </w:rPr>
              <w:t xml:space="preserve">.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E. Ura, S. Pieprzny (red.), </w:t>
            </w:r>
            <w:r w:rsidR="0061536A" w:rsidRPr="00A12971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="0061536A" w:rsidRPr="00A12971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14:paraId="7EE3E88C" w14:textId="77777777" w:rsidR="00E038A7" w:rsidRDefault="00A12971" w:rsidP="00A12971">
            <w:pPr>
              <w:pStyle w:val="Tekstprzypisudolnego"/>
              <w:spacing w:line="276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>8</w:t>
            </w:r>
            <w:r w:rsidR="0061536A" w:rsidRPr="00A1297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Lis W.,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administracyjna jako funkcja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Problemy publicznoprawne i ekonomiczne, </w:t>
            </w:r>
            <w:r w:rsidRPr="00A12971">
              <w:rPr>
                <w:rFonts w:ascii="Corbel" w:hAnsi="Corbel"/>
                <w:sz w:val="24"/>
                <w:szCs w:val="24"/>
              </w:rPr>
              <w:t>red. I. Ramus, Wydawnictwo Wyższej Szkoły Ekonomii, Prawa i Nauk Medycznych im. prof. Edwarda Lipińskiego w Kielcach, Kielce 2014.</w:t>
            </w:r>
          </w:p>
          <w:p w14:paraId="2FF055F1" w14:textId="77777777" w:rsidR="0016645A" w:rsidRDefault="0016645A" w:rsidP="001664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B. Jaworski, 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P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14:paraId="085D4131" w14:textId="58BCEB0C" w:rsidR="001C6842" w:rsidRPr="00A12971" w:rsidRDefault="001C6842" w:rsidP="004027A9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6842">
              <w:rPr>
                <w:rFonts w:ascii="Corbel" w:hAnsi="Corbel"/>
                <w:sz w:val="24"/>
                <w:szCs w:val="24"/>
              </w:rPr>
              <w:t>10. E. Ura, Materialne prawo administracyjne, Wolters Kluwer, Warszawa 2024.</w:t>
            </w:r>
          </w:p>
        </w:tc>
      </w:tr>
      <w:tr w:rsidR="0085747A" w:rsidRPr="0061536A" w14:paraId="231B1B9D" w14:textId="77777777" w:rsidTr="4792F45A">
        <w:trPr>
          <w:trHeight w:val="397"/>
        </w:trPr>
        <w:tc>
          <w:tcPr>
            <w:tcW w:w="7513" w:type="dxa"/>
          </w:tcPr>
          <w:p w14:paraId="55A66CE9" w14:textId="77777777" w:rsidR="0085747A" w:rsidRPr="00A12971" w:rsidRDefault="0085747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0E24FCB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0411604" w14:textId="54C2320A" w:rsidR="0E24FCBA" w:rsidRDefault="0E24FCBA" w:rsidP="0E24FCBA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CAD09C6" w14:textId="240D10A4" w:rsidR="00602EA6" w:rsidRPr="00A12971" w:rsidRDefault="56FE029B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E24FCBA">
              <w:rPr>
                <w:rFonts w:ascii="Corbel" w:hAnsi="Corbel"/>
                <w:sz w:val="24"/>
                <w:szCs w:val="24"/>
              </w:rPr>
              <w:t xml:space="preserve">Dobkowski J., </w:t>
            </w:r>
            <w:r w:rsidRPr="0E24FCBA">
              <w:rPr>
                <w:rFonts w:ascii="Corbel" w:hAnsi="Corbel"/>
                <w:i/>
                <w:iCs/>
                <w:sz w:val="24"/>
                <w:szCs w:val="24"/>
              </w:rPr>
              <w:t xml:space="preserve">Pozycja prawnoustrojowa służb, inspekcji i straży, </w:t>
            </w:r>
            <w:r w:rsidRPr="0E24FCBA">
              <w:rPr>
                <w:rFonts w:ascii="Corbel" w:hAnsi="Corbel"/>
                <w:sz w:val="24"/>
                <w:szCs w:val="24"/>
              </w:rPr>
              <w:t>Oficyna a Wolters Kluwer business, Warszawa 2007.</w:t>
            </w:r>
          </w:p>
          <w:p w14:paraId="455CD6AF" w14:textId="77777777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Fundowicz S.,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i prawo policyjne,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="00A12971" w:rsidRPr="00A12971">
              <w:rPr>
                <w:rFonts w:ascii="Corbel" w:hAnsi="Corbel"/>
                <w:i/>
                <w:sz w:val="24"/>
                <w:szCs w:val="24"/>
              </w:rPr>
              <w:t xml:space="preserve">Nauka administracji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wobec wyzwań współczesnego państwa prawa, </w:t>
            </w:r>
            <w:r w:rsidRPr="00A12971">
              <w:rPr>
                <w:rFonts w:ascii="Corbel" w:hAnsi="Corbel"/>
                <w:sz w:val="24"/>
                <w:szCs w:val="24"/>
              </w:rPr>
              <w:t>red. J. Łukasiewicz, Wydawnictwo Mitel, Rzeszów – Cisna 2002.</w:t>
            </w:r>
          </w:p>
          <w:p w14:paraId="15A4C4D4" w14:textId="77777777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Gierszewski J.,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Wyodrębnienie policji spośród innych władczych funkcji administracji publicznej,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Zeszyty Naukowe Wyższej </w:t>
            </w:r>
            <w:r w:rsidR="00A12971" w:rsidRPr="00A12971">
              <w:rPr>
                <w:rFonts w:ascii="Corbel" w:hAnsi="Corbel"/>
                <w:i/>
                <w:sz w:val="24"/>
                <w:szCs w:val="24"/>
              </w:rPr>
              <w:t xml:space="preserve">Szkoły Administracji i Biznesu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im. Eugeniusza Kwiatkowskiego w Gdyni, Zeszyt 17, Prawo 2, </w:t>
            </w:r>
            <w:r w:rsidRPr="00A12971">
              <w:rPr>
                <w:rFonts w:ascii="Corbel" w:hAnsi="Corbel"/>
                <w:sz w:val="24"/>
                <w:szCs w:val="24"/>
              </w:rPr>
              <w:t>Gdynia 2011.</w:t>
            </w:r>
          </w:p>
          <w:p w14:paraId="6D1FB6E7" w14:textId="77777777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t xml:space="preserve">Janik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Policja sanitarna, </w:t>
            </w:r>
            <w:r w:rsidRPr="00A12971">
              <w:rPr>
                <w:rFonts w:ascii="Corbel" w:hAnsi="Corbel"/>
                <w:sz w:val="24"/>
                <w:szCs w:val="24"/>
              </w:rPr>
              <w:t>Lex a Wolters Kluwer business, Warszawa 2012.</w:t>
            </w:r>
          </w:p>
          <w:p w14:paraId="74B8BD77" w14:textId="77777777" w:rsidR="00602EA6" w:rsidRPr="00A12971" w:rsidRDefault="00602EA6" w:rsidP="00A12971">
            <w:pPr>
              <w:pStyle w:val="Tekstprzypisudolnego"/>
              <w:numPr>
                <w:ilvl w:val="0"/>
                <w:numId w:val="6"/>
              </w:numPr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A12971">
              <w:rPr>
                <w:rFonts w:ascii="Corbel" w:hAnsi="Corbel"/>
                <w:sz w:val="24"/>
                <w:szCs w:val="24"/>
              </w:rPr>
              <w:lastRenderedPageBreak/>
              <w:t xml:space="preserve">Kasiński M.,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Rozrost funkcji policyjnych administracji publicznej współczesnego państwa, </w:t>
            </w:r>
            <w:r w:rsidRPr="00A12971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A12971">
              <w:rPr>
                <w:rFonts w:ascii="Corbel" w:hAnsi="Corbel"/>
                <w:i/>
                <w:sz w:val="24"/>
                <w:szCs w:val="24"/>
              </w:rPr>
              <w:t xml:space="preserve">Sprawność a legalność działania administracji publicznej w sferze ochrony porządku i bezpieczeństwa publicznego, </w:t>
            </w:r>
            <w:r w:rsidR="00A12971" w:rsidRPr="00A12971">
              <w:rPr>
                <w:rFonts w:ascii="Corbel" w:hAnsi="Corbel"/>
                <w:sz w:val="24"/>
                <w:szCs w:val="24"/>
              </w:rPr>
              <w:t xml:space="preserve">red. P. Stanisz, M. </w:t>
            </w:r>
            <w:proofErr w:type="spellStart"/>
            <w:r w:rsidR="00A12971" w:rsidRPr="00A12971">
              <w:rPr>
                <w:rFonts w:ascii="Corbel" w:hAnsi="Corbel"/>
                <w:sz w:val="24"/>
                <w:szCs w:val="24"/>
              </w:rPr>
              <w:t>Czuryk</w:t>
            </w:r>
            <w:proofErr w:type="spellEnd"/>
            <w:r w:rsidR="00A12971" w:rsidRPr="00A1297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12971">
              <w:rPr>
                <w:rFonts w:ascii="Corbel" w:hAnsi="Corbel"/>
                <w:sz w:val="24"/>
                <w:szCs w:val="24"/>
              </w:rPr>
              <w:t>K. Ostaszewski, J. Święcki, Wydawnictwo KUL, Lublin 2014.</w:t>
            </w:r>
          </w:p>
          <w:p w14:paraId="6E4980AE" w14:textId="24D885DF" w:rsidR="0061536A" w:rsidRPr="00A12971" w:rsidRDefault="22C777FD" w:rsidP="00A12971">
            <w:pPr>
              <w:pStyle w:val="Tekstprzypisudolnego"/>
              <w:spacing w:line="276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4792F45A">
              <w:rPr>
                <w:rFonts w:ascii="Corbel" w:eastAsia="Cambria" w:hAnsi="Corbel"/>
                <w:sz w:val="24"/>
                <w:szCs w:val="24"/>
              </w:rPr>
              <w:t>6</w:t>
            </w:r>
            <w:r w:rsidR="0951EC9B" w:rsidRPr="4792F45A">
              <w:rPr>
                <w:rFonts w:ascii="Corbel" w:eastAsia="Cambria" w:hAnsi="Corbel"/>
                <w:sz w:val="24"/>
                <w:szCs w:val="24"/>
              </w:rPr>
              <w:t xml:space="preserve">. S. Pieprzny, </w:t>
            </w:r>
            <w:r w:rsidR="0951EC9B" w:rsidRPr="4792F45A">
              <w:rPr>
                <w:rFonts w:ascii="Corbel" w:eastAsia="Cambria" w:hAnsi="Corbel"/>
                <w:i/>
                <w:iCs/>
                <w:sz w:val="24"/>
                <w:szCs w:val="24"/>
              </w:rPr>
              <w:t>Ochrona bezpieczeństwa i porządku publicznego w prawie administracyjnym</w:t>
            </w:r>
            <w:r w:rsidR="0951EC9B" w:rsidRPr="4792F45A">
              <w:rPr>
                <w:rFonts w:ascii="Corbel" w:eastAsia="Cambria" w:hAnsi="Corbel"/>
                <w:sz w:val="24"/>
                <w:szCs w:val="24"/>
              </w:rPr>
              <w:t>, Wyd. Uniwersytetu Rzeszowskiego, Rzeszów 2007.</w:t>
            </w:r>
          </w:p>
          <w:p w14:paraId="14DA7632" w14:textId="77777777" w:rsidR="0061536A" w:rsidRDefault="00A12971" w:rsidP="00A12971">
            <w:p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12971">
              <w:rPr>
                <w:rFonts w:ascii="Corbel" w:eastAsia="Cambria" w:hAnsi="Corbel"/>
                <w:sz w:val="24"/>
                <w:szCs w:val="24"/>
              </w:rPr>
              <w:t>7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. A. </w:t>
            </w:r>
            <w:proofErr w:type="spellStart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Chajbowicz</w:t>
            </w:r>
            <w:proofErr w:type="spellEnd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>Kocowski</w:t>
            </w:r>
            <w:proofErr w:type="spellEnd"/>
            <w:r w:rsidR="0061536A" w:rsidRPr="00A12971">
              <w:rPr>
                <w:rFonts w:ascii="Corbel" w:eastAsia="Cambria" w:hAnsi="Corbel"/>
                <w:sz w:val="24"/>
                <w:szCs w:val="24"/>
              </w:rPr>
              <w:t xml:space="preserve">, Bezpieczeństwo wewnętrzne </w:t>
            </w:r>
            <w:r w:rsidR="0061536A" w:rsidRPr="00A12971">
              <w:rPr>
                <w:rFonts w:ascii="Corbel" w:eastAsia="Cambria" w:hAnsi="Corbel"/>
                <w:sz w:val="24"/>
                <w:szCs w:val="24"/>
              </w:rPr>
              <w:br/>
              <w:t>w działaniach terenowej administracji publicznej, Kolonia Limited, Wrocław 2009.</w:t>
            </w:r>
          </w:p>
          <w:p w14:paraId="1BF50DB2" w14:textId="6DDBFCC1" w:rsidR="0061536A" w:rsidRPr="004027A9" w:rsidRDefault="001C6842" w:rsidP="004027A9">
            <w:pPr>
              <w:spacing w:after="12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8. </w:t>
            </w:r>
            <w:r w:rsidRPr="001C6842">
              <w:rPr>
                <w:rFonts w:ascii="Corbel" w:eastAsia="Cambria" w:hAnsi="Corbel"/>
                <w:sz w:val="24"/>
                <w:szCs w:val="24"/>
              </w:rPr>
              <w:t xml:space="preserve">B. Jaworski, A. </w:t>
            </w:r>
            <w:proofErr w:type="spellStart"/>
            <w:r w:rsidRPr="001C6842">
              <w:rPr>
                <w:rFonts w:ascii="Corbel" w:eastAsia="Cambria" w:hAnsi="Corbel"/>
                <w:sz w:val="24"/>
                <w:szCs w:val="24"/>
              </w:rPr>
              <w:t>Pietrzkiewicz</w:t>
            </w:r>
            <w:proofErr w:type="spellEnd"/>
            <w:r w:rsidRPr="001C6842">
              <w:rPr>
                <w:rFonts w:ascii="Corbel" w:eastAsia="Cambria" w:hAnsi="Corbel"/>
                <w:sz w:val="24"/>
                <w:szCs w:val="24"/>
              </w:rPr>
              <w:t xml:space="preserve">, Stany nadzwyczajne i zarządzanie kryzysowe jako instrumenty prawne bezpieczeństwa i ochrony ludności, Oficyna Wydawnicza </w:t>
            </w:r>
            <w:proofErr w:type="spellStart"/>
            <w:r w:rsidRPr="001C6842">
              <w:rPr>
                <w:rFonts w:ascii="Corbel" w:eastAsia="Cambria" w:hAnsi="Corbel"/>
                <w:sz w:val="24"/>
                <w:szCs w:val="24"/>
              </w:rPr>
              <w:t>Humanitas</w:t>
            </w:r>
            <w:proofErr w:type="spellEnd"/>
            <w:r w:rsidRPr="001C6842">
              <w:rPr>
                <w:rFonts w:ascii="Corbel" w:eastAsia="Cambria" w:hAnsi="Corbel"/>
                <w:sz w:val="24"/>
                <w:szCs w:val="24"/>
              </w:rPr>
              <w:t>, 2025.</w:t>
            </w:r>
          </w:p>
        </w:tc>
      </w:tr>
    </w:tbl>
    <w:p w14:paraId="61FF2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9A8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DB300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00A4E" w14:textId="77777777" w:rsidR="00AA535C" w:rsidRDefault="00AA535C" w:rsidP="00C16ABF">
      <w:pPr>
        <w:spacing w:after="0" w:line="240" w:lineRule="auto"/>
      </w:pPr>
      <w:r>
        <w:separator/>
      </w:r>
    </w:p>
  </w:endnote>
  <w:endnote w:type="continuationSeparator" w:id="0">
    <w:p w14:paraId="08814DE4" w14:textId="77777777" w:rsidR="00AA535C" w:rsidRDefault="00AA53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FA8F4" w14:textId="77777777" w:rsidR="00AA535C" w:rsidRDefault="00AA535C" w:rsidP="00C16ABF">
      <w:pPr>
        <w:spacing w:after="0" w:line="240" w:lineRule="auto"/>
      </w:pPr>
      <w:r>
        <w:separator/>
      </w:r>
    </w:p>
  </w:footnote>
  <w:footnote w:type="continuationSeparator" w:id="0">
    <w:p w14:paraId="5D3E1831" w14:textId="77777777" w:rsidR="00AA535C" w:rsidRDefault="00AA535C" w:rsidP="00C16ABF">
      <w:pPr>
        <w:spacing w:after="0" w:line="240" w:lineRule="auto"/>
      </w:pPr>
      <w:r>
        <w:continuationSeparator/>
      </w:r>
    </w:p>
  </w:footnote>
  <w:footnote w:id="1">
    <w:p w14:paraId="3558C6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905112"/>
    <w:multiLevelType w:val="hybridMultilevel"/>
    <w:tmpl w:val="2B62D01A"/>
    <w:lvl w:ilvl="0" w:tplc="B94058AC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C2E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352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652F7F"/>
    <w:multiLevelType w:val="hybridMultilevel"/>
    <w:tmpl w:val="3496BD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D6468"/>
    <w:multiLevelType w:val="hybridMultilevel"/>
    <w:tmpl w:val="E35AAAB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5642977">
    <w:abstractNumId w:val="0"/>
  </w:num>
  <w:num w:numId="2" w16cid:durableId="267811590">
    <w:abstractNumId w:val="1"/>
  </w:num>
  <w:num w:numId="3" w16cid:durableId="433744307">
    <w:abstractNumId w:val="7"/>
  </w:num>
  <w:num w:numId="4" w16cid:durableId="826481209">
    <w:abstractNumId w:val="6"/>
  </w:num>
  <w:num w:numId="5" w16cid:durableId="569736864">
    <w:abstractNumId w:val="5"/>
  </w:num>
  <w:num w:numId="6" w16cid:durableId="1642154612">
    <w:abstractNumId w:val="2"/>
  </w:num>
  <w:num w:numId="7" w16cid:durableId="257442617">
    <w:abstractNumId w:val="3"/>
  </w:num>
  <w:num w:numId="8" w16cid:durableId="193327613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CAD"/>
    <w:rsid w:val="00022ECE"/>
    <w:rsid w:val="000407B8"/>
    <w:rsid w:val="000409C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C2D"/>
    <w:rsid w:val="000F1C57"/>
    <w:rsid w:val="000F5615"/>
    <w:rsid w:val="0011122C"/>
    <w:rsid w:val="00124BFF"/>
    <w:rsid w:val="0012560E"/>
    <w:rsid w:val="00127108"/>
    <w:rsid w:val="00134B13"/>
    <w:rsid w:val="001455A6"/>
    <w:rsid w:val="00146BC0"/>
    <w:rsid w:val="00153C41"/>
    <w:rsid w:val="00154381"/>
    <w:rsid w:val="001640A7"/>
    <w:rsid w:val="00164FA7"/>
    <w:rsid w:val="0016645A"/>
    <w:rsid w:val="00166A03"/>
    <w:rsid w:val="001718A7"/>
    <w:rsid w:val="001737CF"/>
    <w:rsid w:val="00175954"/>
    <w:rsid w:val="00176083"/>
    <w:rsid w:val="00192F37"/>
    <w:rsid w:val="001A70D2"/>
    <w:rsid w:val="001C6842"/>
    <w:rsid w:val="001D657B"/>
    <w:rsid w:val="001D7B54"/>
    <w:rsid w:val="001E0209"/>
    <w:rsid w:val="001F1FCF"/>
    <w:rsid w:val="001F2CA2"/>
    <w:rsid w:val="001F7702"/>
    <w:rsid w:val="002144C0"/>
    <w:rsid w:val="0022477D"/>
    <w:rsid w:val="002278A9"/>
    <w:rsid w:val="002336F9"/>
    <w:rsid w:val="0024028F"/>
    <w:rsid w:val="00244ABC"/>
    <w:rsid w:val="00253A97"/>
    <w:rsid w:val="00277D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69"/>
    <w:rsid w:val="002D684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E76"/>
    <w:rsid w:val="003A0A5B"/>
    <w:rsid w:val="003A1176"/>
    <w:rsid w:val="003C0BAE"/>
    <w:rsid w:val="003D18A9"/>
    <w:rsid w:val="003D6CE2"/>
    <w:rsid w:val="003E1941"/>
    <w:rsid w:val="003E2FE6"/>
    <w:rsid w:val="003E49D5"/>
    <w:rsid w:val="003E5C70"/>
    <w:rsid w:val="003E6900"/>
    <w:rsid w:val="003F38C0"/>
    <w:rsid w:val="004027A9"/>
    <w:rsid w:val="004055D5"/>
    <w:rsid w:val="00413389"/>
    <w:rsid w:val="00414E3C"/>
    <w:rsid w:val="0042244A"/>
    <w:rsid w:val="0042745A"/>
    <w:rsid w:val="00431D5C"/>
    <w:rsid w:val="004362C6"/>
    <w:rsid w:val="00437FA2"/>
    <w:rsid w:val="00445970"/>
    <w:rsid w:val="00456C19"/>
    <w:rsid w:val="00457AD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ED"/>
    <w:rsid w:val="004A3EEA"/>
    <w:rsid w:val="004A4D1F"/>
    <w:rsid w:val="004D5282"/>
    <w:rsid w:val="004E01B7"/>
    <w:rsid w:val="004F1551"/>
    <w:rsid w:val="004F55A3"/>
    <w:rsid w:val="00500F92"/>
    <w:rsid w:val="0050496F"/>
    <w:rsid w:val="00513B6F"/>
    <w:rsid w:val="00517C63"/>
    <w:rsid w:val="00527E41"/>
    <w:rsid w:val="005363C4"/>
    <w:rsid w:val="00536BDE"/>
    <w:rsid w:val="00543ACC"/>
    <w:rsid w:val="005611C4"/>
    <w:rsid w:val="0056696D"/>
    <w:rsid w:val="00567B5D"/>
    <w:rsid w:val="00570704"/>
    <w:rsid w:val="0059484D"/>
    <w:rsid w:val="005A0855"/>
    <w:rsid w:val="005A3196"/>
    <w:rsid w:val="005C080F"/>
    <w:rsid w:val="005C55E5"/>
    <w:rsid w:val="005C696A"/>
    <w:rsid w:val="005E6E85"/>
    <w:rsid w:val="005F31D2"/>
    <w:rsid w:val="00602CE2"/>
    <w:rsid w:val="00602EA6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96F4D"/>
    <w:rsid w:val="007A4022"/>
    <w:rsid w:val="007A6E6E"/>
    <w:rsid w:val="007B2DC8"/>
    <w:rsid w:val="007C3299"/>
    <w:rsid w:val="007C3BCC"/>
    <w:rsid w:val="007C4546"/>
    <w:rsid w:val="007D6E56"/>
    <w:rsid w:val="007F4155"/>
    <w:rsid w:val="007F70AA"/>
    <w:rsid w:val="00802262"/>
    <w:rsid w:val="00812D07"/>
    <w:rsid w:val="0081554D"/>
    <w:rsid w:val="0081707E"/>
    <w:rsid w:val="008449B3"/>
    <w:rsid w:val="00844F24"/>
    <w:rsid w:val="0085747A"/>
    <w:rsid w:val="00884922"/>
    <w:rsid w:val="00885F64"/>
    <w:rsid w:val="008917F9"/>
    <w:rsid w:val="008978EE"/>
    <w:rsid w:val="008A45F7"/>
    <w:rsid w:val="008C0CC0"/>
    <w:rsid w:val="008C19A9"/>
    <w:rsid w:val="008C379D"/>
    <w:rsid w:val="008C5147"/>
    <w:rsid w:val="008C5359"/>
    <w:rsid w:val="008C5363"/>
    <w:rsid w:val="008D34E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E9F"/>
    <w:rsid w:val="00997F14"/>
    <w:rsid w:val="009A78D9"/>
    <w:rsid w:val="009C3E31"/>
    <w:rsid w:val="009C54AE"/>
    <w:rsid w:val="009C788E"/>
    <w:rsid w:val="009E05C7"/>
    <w:rsid w:val="009E3B41"/>
    <w:rsid w:val="009E54FD"/>
    <w:rsid w:val="009F3C5C"/>
    <w:rsid w:val="009F4610"/>
    <w:rsid w:val="00A00ECC"/>
    <w:rsid w:val="00A12971"/>
    <w:rsid w:val="00A155EE"/>
    <w:rsid w:val="00A2245B"/>
    <w:rsid w:val="00A30110"/>
    <w:rsid w:val="00A36023"/>
    <w:rsid w:val="00A36899"/>
    <w:rsid w:val="00A371F6"/>
    <w:rsid w:val="00A43BF6"/>
    <w:rsid w:val="00A53FA5"/>
    <w:rsid w:val="00A54817"/>
    <w:rsid w:val="00A601C8"/>
    <w:rsid w:val="00A60799"/>
    <w:rsid w:val="00A84C85"/>
    <w:rsid w:val="00A917B3"/>
    <w:rsid w:val="00A91D18"/>
    <w:rsid w:val="00A97DE1"/>
    <w:rsid w:val="00AA535C"/>
    <w:rsid w:val="00AB053C"/>
    <w:rsid w:val="00AD1146"/>
    <w:rsid w:val="00AD152B"/>
    <w:rsid w:val="00AD27D3"/>
    <w:rsid w:val="00AD66D6"/>
    <w:rsid w:val="00AD7EEE"/>
    <w:rsid w:val="00AE1160"/>
    <w:rsid w:val="00AE203C"/>
    <w:rsid w:val="00AE2E74"/>
    <w:rsid w:val="00AE5FCB"/>
    <w:rsid w:val="00AF2C1E"/>
    <w:rsid w:val="00B01036"/>
    <w:rsid w:val="00B06142"/>
    <w:rsid w:val="00B135B1"/>
    <w:rsid w:val="00B3130B"/>
    <w:rsid w:val="00B40ADB"/>
    <w:rsid w:val="00B416BD"/>
    <w:rsid w:val="00B43B77"/>
    <w:rsid w:val="00B43E80"/>
    <w:rsid w:val="00B607DB"/>
    <w:rsid w:val="00B66529"/>
    <w:rsid w:val="00B723D8"/>
    <w:rsid w:val="00B75946"/>
    <w:rsid w:val="00B8056E"/>
    <w:rsid w:val="00B819C8"/>
    <w:rsid w:val="00B82308"/>
    <w:rsid w:val="00B90885"/>
    <w:rsid w:val="00BB04CF"/>
    <w:rsid w:val="00BB520A"/>
    <w:rsid w:val="00BD3869"/>
    <w:rsid w:val="00BD5025"/>
    <w:rsid w:val="00BD66E9"/>
    <w:rsid w:val="00BD6FF4"/>
    <w:rsid w:val="00BF2C41"/>
    <w:rsid w:val="00C058B4"/>
    <w:rsid w:val="00C05F44"/>
    <w:rsid w:val="00C131B5"/>
    <w:rsid w:val="00C16ABF"/>
    <w:rsid w:val="00C170AE"/>
    <w:rsid w:val="00C263AA"/>
    <w:rsid w:val="00C26CB7"/>
    <w:rsid w:val="00C324C1"/>
    <w:rsid w:val="00C35F17"/>
    <w:rsid w:val="00C36992"/>
    <w:rsid w:val="00C56036"/>
    <w:rsid w:val="00C61DC5"/>
    <w:rsid w:val="00C67E92"/>
    <w:rsid w:val="00C70A26"/>
    <w:rsid w:val="00C766DF"/>
    <w:rsid w:val="00C81BA9"/>
    <w:rsid w:val="00C94B98"/>
    <w:rsid w:val="00CA120F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5C4"/>
    <w:rsid w:val="00D422F7"/>
    <w:rsid w:val="00D425B2"/>
    <w:rsid w:val="00D428D6"/>
    <w:rsid w:val="00D552B2"/>
    <w:rsid w:val="00D608D1"/>
    <w:rsid w:val="00D74119"/>
    <w:rsid w:val="00D8075B"/>
    <w:rsid w:val="00D8678B"/>
    <w:rsid w:val="00D8768B"/>
    <w:rsid w:val="00DA2114"/>
    <w:rsid w:val="00DE09C0"/>
    <w:rsid w:val="00DE1E26"/>
    <w:rsid w:val="00DE4A14"/>
    <w:rsid w:val="00DF320D"/>
    <w:rsid w:val="00DF71C8"/>
    <w:rsid w:val="00E038A7"/>
    <w:rsid w:val="00E129B8"/>
    <w:rsid w:val="00E21E7D"/>
    <w:rsid w:val="00E22FBC"/>
    <w:rsid w:val="00E24BF5"/>
    <w:rsid w:val="00E251DE"/>
    <w:rsid w:val="00E25338"/>
    <w:rsid w:val="00E51E44"/>
    <w:rsid w:val="00E54BFE"/>
    <w:rsid w:val="00E63348"/>
    <w:rsid w:val="00E71421"/>
    <w:rsid w:val="00E71969"/>
    <w:rsid w:val="00E72199"/>
    <w:rsid w:val="00E77E88"/>
    <w:rsid w:val="00E8107D"/>
    <w:rsid w:val="00E960BB"/>
    <w:rsid w:val="00EA2074"/>
    <w:rsid w:val="00EA4832"/>
    <w:rsid w:val="00EA4E9D"/>
    <w:rsid w:val="00EC4899"/>
    <w:rsid w:val="00EC4FB5"/>
    <w:rsid w:val="00ED03AB"/>
    <w:rsid w:val="00ED32D2"/>
    <w:rsid w:val="00EE32DE"/>
    <w:rsid w:val="00EE5457"/>
    <w:rsid w:val="00EF193E"/>
    <w:rsid w:val="00F07002"/>
    <w:rsid w:val="00F070AB"/>
    <w:rsid w:val="00F17567"/>
    <w:rsid w:val="00F27A7B"/>
    <w:rsid w:val="00F448DA"/>
    <w:rsid w:val="00F45DB9"/>
    <w:rsid w:val="00F526AF"/>
    <w:rsid w:val="00F55B4C"/>
    <w:rsid w:val="00F617C3"/>
    <w:rsid w:val="00F6327C"/>
    <w:rsid w:val="00F646E0"/>
    <w:rsid w:val="00F661C7"/>
    <w:rsid w:val="00F66EAF"/>
    <w:rsid w:val="00F70025"/>
    <w:rsid w:val="00F7066B"/>
    <w:rsid w:val="00F83B28"/>
    <w:rsid w:val="00F96B23"/>
    <w:rsid w:val="00FA46E5"/>
    <w:rsid w:val="00FB4A7F"/>
    <w:rsid w:val="00FB6905"/>
    <w:rsid w:val="00FB7DBA"/>
    <w:rsid w:val="00FC1C25"/>
    <w:rsid w:val="00FC31D7"/>
    <w:rsid w:val="00FC3F45"/>
    <w:rsid w:val="00FD503F"/>
    <w:rsid w:val="00FD7589"/>
    <w:rsid w:val="00FE3CF4"/>
    <w:rsid w:val="00FE49AB"/>
    <w:rsid w:val="00FF016A"/>
    <w:rsid w:val="00FF1401"/>
    <w:rsid w:val="00FF5E7D"/>
    <w:rsid w:val="0951EC9B"/>
    <w:rsid w:val="0A853790"/>
    <w:rsid w:val="0CBE031F"/>
    <w:rsid w:val="0DBF9F4F"/>
    <w:rsid w:val="0E24FCBA"/>
    <w:rsid w:val="1017E6F3"/>
    <w:rsid w:val="19EBE1EB"/>
    <w:rsid w:val="2013B531"/>
    <w:rsid w:val="20FB9CD7"/>
    <w:rsid w:val="22C777FD"/>
    <w:rsid w:val="2BE740DD"/>
    <w:rsid w:val="2EB692EF"/>
    <w:rsid w:val="30A6608F"/>
    <w:rsid w:val="3824DDFE"/>
    <w:rsid w:val="3B9DC642"/>
    <w:rsid w:val="40266FC1"/>
    <w:rsid w:val="41B9EDF5"/>
    <w:rsid w:val="44F18EB7"/>
    <w:rsid w:val="468D5F18"/>
    <w:rsid w:val="4792F45A"/>
    <w:rsid w:val="48CF4C3C"/>
    <w:rsid w:val="499BC29F"/>
    <w:rsid w:val="4C4C2272"/>
    <w:rsid w:val="4C817C18"/>
    <w:rsid w:val="4D54A0FF"/>
    <w:rsid w:val="53EDB155"/>
    <w:rsid w:val="543E0BFA"/>
    <w:rsid w:val="56FE029B"/>
    <w:rsid w:val="57D99825"/>
    <w:rsid w:val="584740C9"/>
    <w:rsid w:val="59C17811"/>
    <w:rsid w:val="5F189BAD"/>
    <w:rsid w:val="611C7BBB"/>
    <w:rsid w:val="656D19B3"/>
    <w:rsid w:val="687BEBDA"/>
    <w:rsid w:val="6C792FA3"/>
    <w:rsid w:val="6E7708A8"/>
    <w:rsid w:val="6ED5ACA0"/>
    <w:rsid w:val="7053E7C4"/>
    <w:rsid w:val="708A9217"/>
    <w:rsid w:val="795B0C8D"/>
    <w:rsid w:val="7AD9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5A4B"/>
  <w15:docId w15:val="{12034BE5-62BB-40A1-B835-D998FFC2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D684B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4D28A-0BCE-4CF2-9758-C0DE3E7A3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1635</Words>
  <Characters>9812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2025-09-25T11:46:00Z</cp:lastPrinted>
  <dcterms:created xsi:type="dcterms:W3CDTF">2025-09-18T22:57:00Z</dcterms:created>
  <dcterms:modified xsi:type="dcterms:W3CDTF">2025-09-25T11:46:00Z</dcterms:modified>
</cp:coreProperties>
</file>